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52" w:rsidRPr="00BF27A8" w:rsidRDefault="00014652" w:rsidP="00F4321F">
      <w:pPr>
        <w:pStyle w:val="BodyText"/>
        <w:ind w:left="3540" w:right="960" w:hanging="3540"/>
        <w:jc w:val="left"/>
        <w:rPr>
          <w:color w:val="000000"/>
          <w:szCs w:val="28"/>
          <w:lang w:eastAsia="uk-UA"/>
        </w:rPr>
      </w:pPr>
      <w:r>
        <w:rPr>
          <w:szCs w:val="28"/>
        </w:rPr>
        <w:t>ПОГОДЖЕНО</w:t>
      </w:r>
      <w:r>
        <w:rPr>
          <w:color w:val="000000"/>
          <w:szCs w:val="28"/>
          <w:lang w:eastAsia="uk-UA"/>
        </w:rPr>
        <w:t xml:space="preserve">   </w:t>
      </w:r>
      <w:r>
        <w:rPr>
          <w:color w:val="000000"/>
          <w:szCs w:val="28"/>
          <w:lang w:val="ru-RU" w:eastAsia="uk-UA"/>
        </w:rPr>
        <w:t xml:space="preserve">                                                             </w:t>
      </w:r>
      <w:r>
        <w:rPr>
          <w:color w:val="000000"/>
          <w:szCs w:val="28"/>
          <w:lang w:eastAsia="uk-UA"/>
        </w:rPr>
        <w:t xml:space="preserve"> </w:t>
      </w:r>
      <w:r w:rsidRPr="00BF27A8">
        <w:rPr>
          <w:color w:val="000000"/>
          <w:szCs w:val="28"/>
          <w:lang w:eastAsia="uk-UA"/>
        </w:rPr>
        <w:t xml:space="preserve">ЗАТВЕРДЖЕНО </w:t>
      </w:r>
    </w:p>
    <w:p w:rsidR="00014652" w:rsidRDefault="00014652" w:rsidP="00472F8E">
      <w:pPr>
        <w:tabs>
          <w:tab w:val="left" w:pos="5700"/>
        </w:tabs>
        <w:rPr>
          <w:lang w:val="uk-UA"/>
        </w:rPr>
      </w:pPr>
      <w:r>
        <w:rPr>
          <w:lang w:val="uk-UA"/>
        </w:rPr>
        <w:t>Директор Одеського обласного центру</w:t>
      </w:r>
      <w:r>
        <w:rPr>
          <w:lang w:val="uk-UA"/>
        </w:rPr>
        <w:tab/>
        <w:t xml:space="preserve">          </w:t>
      </w:r>
      <w:r>
        <w:rPr>
          <w:color w:val="000000"/>
          <w:lang w:eastAsia="uk-UA"/>
        </w:rPr>
        <w:t>Рішення міськвиконкому</w:t>
      </w:r>
    </w:p>
    <w:p w:rsidR="00014652" w:rsidRDefault="00014652" w:rsidP="00472F8E">
      <w:pPr>
        <w:jc w:val="both"/>
        <w:rPr>
          <w:lang w:val="uk-UA"/>
        </w:rPr>
      </w:pPr>
      <w:r>
        <w:rPr>
          <w:lang w:val="uk-UA"/>
        </w:rPr>
        <w:t>соціальних служб для сім</w:t>
      </w:r>
      <w:r w:rsidRPr="00472F8E">
        <w:rPr>
          <w:lang w:val="uk-UA"/>
        </w:rPr>
        <w:t>'</w:t>
      </w:r>
      <w:r>
        <w:rPr>
          <w:lang w:val="uk-UA"/>
        </w:rPr>
        <w:t xml:space="preserve">ї, дітей та молоді                               </w:t>
      </w:r>
      <w:r w:rsidRPr="00472F8E">
        <w:rPr>
          <w:color w:val="000000"/>
          <w:lang w:val="uk-UA" w:eastAsia="uk-UA"/>
        </w:rPr>
        <w:t>Іллічівської міської ради</w:t>
      </w:r>
    </w:p>
    <w:p w:rsidR="00014652" w:rsidRDefault="00014652" w:rsidP="00472F8E">
      <w:pPr>
        <w:rPr>
          <w:lang w:val="uk-UA"/>
        </w:rPr>
      </w:pPr>
      <w:r w:rsidRPr="00472F8E">
        <w:rPr>
          <w:color w:val="000000"/>
          <w:lang w:val="uk-UA" w:eastAsia="uk-UA"/>
        </w:rPr>
        <w:tab/>
      </w:r>
      <w:r w:rsidRPr="00472F8E">
        <w:rPr>
          <w:color w:val="000000"/>
          <w:lang w:val="uk-UA" w:eastAsia="uk-UA"/>
        </w:rPr>
        <w:tab/>
      </w:r>
      <w:r w:rsidRPr="00472F8E">
        <w:rPr>
          <w:color w:val="000000"/>
          <w:lang w:val="uk-UA" w:eastAsia="uk-UA"/>
        </w:rPr>
        <w:tab/>
      </w:r>
      <w:r w:rsidRPr="00472F8E">
        <w:rPr>
          <w:color w:val="000000"/>
          <w:lang w:val="uk-UA" w:eastAsia="uk-UA"/>
        </w:rPr>
        <w:tab/>
      </w:r>
      <w:r w:rsidRPr="00472F8E">
        <w:rPr>
          <w:color w:val="000000"/>
          <w:lang w:val="uk-UA" w:eastAsia="uk-UA"/>
        </w:rPr>
        <w:tab/>
      </w:r>
      <w:r w:rsidRPr="00472F8E">
        <w:rPr>
          <w:color w:val="000000"/>
          <w:lang w:val="uk-UA" w:eastAsia="uk-UA"/>
        </w:rPr>
        <w:tab/>
      </w:r>
      <w:r w:rsidRPr="00472F8E">
        <w:rPr>
          <w:color w:val="000000"/>
          <w:lang w:val="uk-UA" w:eastAsia="uk-UA"/>
        </w:rPr>
        <w:tab/>
        <w:t xml:space="preserve">                        </w:t>
      </w:r>
      <w:r>
        <w:rPr>
          <w:color w:val="000000"/>
          <w:lang w:eastAsia="uk-UA"/>
        </w:rPr>
        <w:t>__.__.2013 № ___</w:t>
      </w:r>
      <w:r w:rsidRPr="00E34A9C">
        <w:rPr>
          <w:color w:val="000000"/>
          <w:lang w:eastAsia="uk-UA"/>
        </w:rPr>
        <w:t>____</w:t>
      </w:r>
    </w:p>
    <w:p w:rsidR="00014652" w:rsidRDefault="00014652" w:rsidP="00472F8E">
      <w:pPr>
        <w:tabs>
          <w:tab w:val="center" w:pos="4677"/>
        </w:tabs>
        <w:jc w:val="both"/>
        <w:rPr>
          <w:lang w:val="uk-UA"/>
        </w:rPr>
      </w:pPr>
      <w:r>
        <w:rPr>
          <w:lang w:val="uk-UA"/>
        </w:rPr>
        <w:t>________________О. М. Волошина</w:t>
      </w:r>
      <w:r>
        <w:rPr>
          <w:lang w:val="uk-UA"/>
        </w:rPr>
        <w:tab/>
      </w:r>
    </w:p>
    <w:p w:rsidR="00014652" w:rsidRPr="00BF27A8" w:rsidRDefault="00014652" w:rsidP="00472F8E">
      <w:pPr>
        <w:rPr>
          <w:color w:val="000000"/>
          <w:szCs w:val="28"/>
          <w:lang w:eastAsia="uk-UA"/>
        </w:rPr>
      </w:pPr>
      <w:r>
        <w:rPr>
          <w:lang w:val="uk-UA"/>
        </w:rPr>
        <w:t>"___"_________2013 р.</w:t>
      </w:r>
      <w:r w:rsidRPr="00BF27A8">
        <w:rPr>
          <w:color w:val="000000"/>
          <w:szCs w:val="28"/>
          <w:lang w:eastAsia="uk-UA"/>
        </w:rPr>
        <w:t xml:space="preserve"> </w:t>
      </w:r>
    </w:p>
    <w:p w:rsidR="00014652" w:rsidRPr="00E34A9C" w:rsidRDefault="00014652" w:rsidP="00E34A9C">
      <w:pPr>
        <w:pStyle w:val="31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34A9C">
        <w:rPr>
          <w:rFonts w:ascii="Times New Roman" w:hAnsi="Times New Roman"/>
          <w:color w:val="000000"/>
          <w:sz w:val="28"/>
          <w:szCs w:val="28"/>
          <w:lang w:val="uk-UA" w:eastAsia="uk-UA"/>
        </w:rPr>
        <w:t>Положення</w:t>
      </w:r>
    </w:p>
    <w:p w:rsidR="00014652" w:rsidRPr="00E34A9C" w:rsidRDefault="00014652" w:rsidP="00E34A9C">
      <w:pPr>
        <w:pStyle w:val="31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про Іллічівський міський</w:t>
      </w:r>
      <w:r w:rsidRPr="00E34A9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центр соціальних служб</w:t>
      </w:r>
    </w:p>
    <w:p w:rsidR="00014652" w:rsidRPr="00E34A9C" w:rsidRDefault="00014652" w:rsidP="00E34A9C">
      <w:pPr>
        <w:pStyle w:val="31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34A9C">
        <w:rPr>
          <w:rFonts w:ascii="Times New Roman" w:hAnsi="Times New Roman"/>
          <w:color w:val="000000"/>
          <w:sz w:val="28"/>
          <w:szCs w:val="28"/>
          <w:lang w:val="uk-UA" w:eastAsia="uk-UA"/>
        </w:rPr>
        <w:t>для сім’ї, дітей та молоді</w:t>
      </w:r>
    </w:p>
    <w:p w:rsidR="00014652" w:rsidRPr="00E34A9C" w:rsidRDefault="00014652" w:rsidP="00E34A9C">
      <w:pPr>
        <w:pStyle w:val="31"/>
        <w:shd w:val="clear" w:color="auto" w:fill="auto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14652" w:rsidRPr="00E34A9C" w:rsidRDefault="00014652" w:rsidP="00E34A9C">
      <w:pPr>
        <w:ind w:firstLine="708"/>
        <w:jc w:val="both"/>
        <w:rPr>
          <w:lang w:val="uk-UA"/>
        </w:rPr>
      </w:pPr>
      <w:r>
        <w:rPr>
          <w:lang w:val="uk-UA"/>
        </w:rPr>
        <w:t>1. Іллічівський міський</w:t>
      </w:r>
      <w:r w:rsidRPr="00E34A9C">
        <w:rPr>
          <w:lang w:val="uk-UA"/>
        </w:rPr>
        <w:t xml:space="preserve"> центр соціальних служб для сім’ї, дітей та молоді</w:t>
      </w:r>
      <w:r>
        <w:rPr>
          <w:lang w:val="uk-UA"/>
        </w:rPr>
        <w:t xml:space="preserve"> (далі — Центр) —  спеціальний заклад</w:t>
      </w:r>
      <w:r w:rsidRPr="00E34A9C">
        <w:rPr>
          <w:lang w:val="uk-UA"/>
        </w:rPr>
        <w:t>, що проводить соціальну роботу з сім’ями, дітьми та молоддю, які перебувають у складних життєвих обставинах та потребують сторонньої допомоги.</w:t>
      </w:r>
    </w:p>
    <w:p w:rsidR="00014652" w:rsidRPr="00627EA8" w:rsidRDefault="00014652" w:rsidP="00E34A9C">
      <w:pPr>
        <w:jc w:val="both"/>
        <w:rPr>
          <w:sz w:val="20"/>
          <w:szCs w:val="20"/>
          <w:lang w:val="uk-UA"/>
        </w:rPr>
      </w:pPr>
    </w:p>
    <w:p w:rsidR="00014652" w:rsidRPr="00E34A9C" w:rsidRDefault="00014652" w:rsidP="006F5ED3">
      <w:pPr>
        <w:ind w:firstLine="708"/>
        <w:jc w:val="both"/>
        <w:rPr>
          <w:lang w:val="uk-UA"/>
        </w:rPr>
      </w:pPr>
      <w:r w:rsidRPr="00E34A9C">
        <w:rPr>
          <w:lang w:val="uk-UA"/>
        </w:rPr>
        <w:t>2. Д</w:t>
      </w:r>
      <w:r>
        <w:rPr>
          <w:lang w:val="uk-UA"/>
        </w:rPr>
        <w:t>іяльність Центру спрямовується Управлінням соціальної політики Іллічівської</w:t>
      </w:r>
      <w:r w:rsidRPr="00E34A9C">
        <w:rPr>
          <w:lang w:val="uk-UA"/>
        </w:rPr>
        <w:t xml:space="preserve"> міської ради.</w:t>
      </w:r>
    </w:p>
    <w:p w:rsidR="00014652" w:rsidRPr="00627EA8" w:rsidRDefault="00014652" w:rsidP="00E34A9C">
      <w:pPr>
        <w:jc w:val="both"/>
        <w:rPr>
          <w:sz w:val="20"/>
          <w:szCs w:val="20"/>
          <w:lang w:val="uk-UA"/>
        </w:rPr>
      </w:pPr>
    </w:p>
    <w:p w:rsidR="00014652" w:rsidRPr="00E34A9C" w:rsidRDefault="00014652" w:rsidP="00E34A9C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Pr="00E34A9C">
        <w:rPr>
          <w:lang w:val="uk-UA"/>
        </w:rPr>
        <w:t xml:space="preserve">. Центр у своїй діяльності керується </w:t>
      </w:r>
      <w:hyperlink r:id="rId5" w:tgtFrame="_blank" w:history="1">
        <w:r w:rsidRPr="00E34A9C">
          <w:rPr>
            <w:lang w:val="uk-UA"/>
          </w:rPr>
          <w:t>Конституцією</w:t>
        </w:r>
      </w:hyperlink>
      <w:r w:rsidRPr="00E34A9C">
        <w:rPr>
          <w:lang w:val="uk-UA"/>
        </w:rPr>
        <w:t xml:space="preserve"> та законами України, актами Президента України і Кабінету Міністрів України, наказами Міністерства соціальної політики України, наказами Одеського обласного центру соціальних служб для сім'ї, дітей та молоді</w:t>
      </w:r>
      <w:r w:rsidRPr="00B42E34">
        <w:rPr>
          <w:lang w:val="uk-UA"/>
        </w:rPr>
        <w:t>,</w:t>
      </w:r>
      <w:r>
        <w:rPr>
          <w:lang w:val="uk-UA"/>
        </w:rPr>
        <w:t xml:space="preserve"> рішеннями </w:t>
      </w:r>
      <w:r w:rsidRPr="00B42E34">
        <w:rPr>
          <w:lang w:val="uk-UA"/>
        </w:rPr>
        <w:t>Іллічівської міської ради</w:t>
      </w:r>
      <w:r>
        <w:rPr>
          <w:lang w:val="uk-UA"/>
        </w:rPr>
        <w:t xml:space="preserve">, виконавчого комітету, розпорядженнями Іллічівського </w:t>
      </w:r>
      <w:r w:rsidRPr="00B42E34">
        <w:rPr>
          <w:lang w:val="uk-UA"/>
        </w:rPr>
        <w:t xml:space="preserve"> міського голови,</w:t>
      </w:r>
      <w:r>
        <w:rPr>
          <w:lang w:val="uk-UA"/>
        </w:rPr>
        <w:t xml:space="preserve"> </w:t>
      </w:r>
      <w:r w:rsidRPr="00E34A9C">
        <w:rPr>
          <w:lang w:val="uk-UA"/>
        </w:rPr>
        <w:t>іншими нормативно-правовими актами з питань сім’ї, дітей та молоді, а також цим Положенням.</w:t>
      </w:r>
    </w:p>
    <w:p w:rsidR="00014652" w:rsidRPr="00627EA8" w:rsidRDefault="00014652" w:rsidP="00E34A9C">
      <w:pPr>
        <w:jc w:val="both"/>
        <w:rPr>
          <w:sz w:val="20"/>
          <w:szCs w:val="20"/>
          <w:lang w:val="uk-UA"/>
        </w:rPr>
      </w:pPr>
    </w:p>
    <w:p w:rsidR="00014652" w:rsidRPr="00E34A9C" w:rsidRDefault="00014652" w:rsidP="00627EA8">
      <w:pPr>
        <w:ind w:firstLine="708"/>
        <w:jc w:val="both"/>
        <w:rPr>
          <w:lang w:val="uk-UA"/>
        </w:rPr>
      </w:pPr>
      <w:r>
        <w:rPr>
          <w:lang w:val="uk-UA"/>
        </w:rPr>
        <w:t>4</w:t>
      </w:r>
      <w:r w:rsidRPr="00E34A9C">
        <w:rPr>
          <w:lang w:val="uk-UA"/>
        </w:rPr>
        <w:t>. Основними принципами діяльності центру є: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законність;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соціальна справедливість;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раннє виявлення та надання допомоги сім’ям, дітям та молоді, які перебувають у складних життєвих обставинах;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доступність та відкритість;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конфіденційність та відповідальність за дотримання етичних і правових норм;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додержання і захист прав людини;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адресність та індивідуальний підхід;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добровільність вибору в отриманні чи відмові від отримання соціальних послуг;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комплексність та системність під час надання соціальних послуг;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дотримання державних стандартів і нормативів соціальних послуг;</w:t>
      </w:r>
    </w:p>
    <w:p w:rsidR="00014652" w:rsidRPr="00E167CA" w:rsidRDefault="00014652" w:rsidP="00E167CA">
      <w:pPr>
        <w:pStyle w:val="ListParagraph"/>
        <w:numPr>
          <w:ilvl w:val="0"/>
          <w:numId w:val="2"/>
        </w:numPr>
        <w:ind w:left="284" w:hanging="284"/>
        <w:jc w:val="both"/>
        <w:rPr>
          <w:lang w:val="uk-UA"/>
        </w:rPr>
      </w:pPr>
      <w:r w:rsidRPr="00E167CA">
        <w:rPr>
          <w:lang w:val="uk-UA"/>
        </w:rPr>
        <w:t>максимальна ефективність використання бюджетних та позабюджетних коштів.</w:t>
      </w:r>
    </w:p>
    <w:p w:rsidR="00014652" w:rsidRPr="00627EA8" w:rsidRDefault="00014652" w:rsidP="00E34A9C">
      <w:pPr>
        <w:jc w:val="both"/>
        <w:rPr>
          <w:sz w:val="20"/>
          <w:szCs w:val="20"/>
          <w:lang w:val="uk-UA"/>
        </w:rPr>
      </w:pPr>
    </w:p>
    <w:p w:rsidR="00014652" w:rsidRPr="00E34A9C" w:rsidRDefault="00014652" w:rsidP="00E167CA">
      <w:pPr>
        <w:ind w:firstLine="708"/>
        <w:jc w:val="both"/>
        <w:rPr>
          <w:lang w:val="uk-UA"/>
        </w:rPr>
      </w:pPr>
      <w:r>
        <w:rPr>
          <w:lang w:val="uk-UA"/>
        </w:rPr>
        <w:t>5</w:t>
      </w:r>
      <w:r w:rsidRPr="00E34A9C">
        <w:rPr>
          <w:lang w:val="uk-UA"/>
        </w:rPr>
        <w:t>. Основними завданнями Центру є:</w:t>
      </w:r>
    </w:p>
    <w:p w:rsidR="00014652" w:rsidRPr="00E167CA" w:rsidRDefault="00014652" w:rsidP="00E34A9C">
      <w:pPr>
        <w:pStyle w:val="ListParagraph"/>
        <w:numPr>
          <w:ilvl w:val="0"/>
          <w:numId w:val="4"/>
        </w:numPr>
        <w:ind w:left="0" w:firstLine="0"/>
        <w:jc w:val="both"/>
        <w:rPr>
          <w:lang w:val="uk-UA"/>
        </w:rPr>
      </w:pPr>
      <w:r w:rsidRPr="00E167CA">
        <w:rPr>
          <w:lang w:val="uk-UA"/>
        </w:rPr>
        <w:t>проведення соціально-профілактичної роботи, спрямованої на запобігання складним життєвим обставинам сімей, дітей та молоді;</w:t>
      </w:r>
    </w:p>
    <w:p w:rsidR="00014652" w:rsidRPr="00E167CA" w:rsidRDefault="00014652" w:rsidP="00E167CA">
      <w:pPr>
        <w:pStyle w:val="ListParagraph"/>
        <w:numPr>
          <w:ilvl w:val="0"/>
          <w:numId w:val="3"/>
        </w:numPr>
        <w:ind w:left="0" w:firstLine="0"/>
        <w:jc w:val="both"/>
        <w:rPr>
          <w:lang w:val="uk-UA"/>
        </w:rPr>
      </w:pPr>
      <w:r w:rsidRPr="00E167CA">
        <w:rPr>
          <w:lang w:val="uk-UA"/>
        </w:rPr>
        <w:t>виявлення сімей, дітей та молоді, які перебувають у складних життєвих обставинах;</w:t>
      </w:r>
    </w:p>
    <w:p w:rsidR="00014652" w:rsidRPr="00E167CA" w:rsidRDefault="00014652" w:rsidP="00E167CA">
      <w:pPr>
        <w:pStyle w:val="ListParagraph"/>
        <w:numPr>
          <w:ilvl w:val="0"/>
          <w:numId w:val="3"/>
        </w:numPr>
        <w:ind w:left="0" w:firstLine="0"/>
        <w:jc w:val="both"/>
        <w:rPr>
          <w:lang w:val="uk-UA"/>
        </w:rPr>
      </w:pPr>
      <w:r w:rsidRPr="00E167CA">
        <w:rPr>
          <w:lang w:val="uk-UA"/>
        </w:rPr>
        <w:t>здійснення соціального супроводу, надання соціальних послуг та здійснення інших заходів щодо відновлення соціальних функцій, психологічного і фізичного стану сімей, дітей та молоді, які перебувають у складних життєвих обставинах і потребують сторонньої допомоги;</w:t>
      </w:r>
      <w:bookmarkStart w:id="0" w:name="n47"/>
      <w:bookmarkStart w:id="1" w:name="n48"/>
      <w:bookmarkStart w:id="2" w:name="n49"/>
      <w:bookmarkEnd w:id="0"/>
      <w:bookmarkEnd w:id="1"/>
      <w:bookmarkEnd w:id="2"/>
    </w:p>
    <w:p w:rsidR="00014652" w:rsidRPr="00E167CA" w:rsidRDefault="00014652" w:rsidP="00E167CA">
      <w:pPr>
        <w:pStyle w:val="ListParagraph"/>
        <w:numPr>
          <w:ilvl w:val="0"/>
          <w:numId w:val="3"/>
        </w:numPr>
        <w:ind w:left="0" w:firstLine="0"/>
        <w:jc w:val="both"/>
        <w:rPr>
          <w:lang w:val="uk-UA"/>
        </w:rPr>
      </w:pPr>
      <w:r w:rsidRPr="00E167CA">
        <w:rPr>
          <w:lang w:val="uk-UA"/>
        </w:rPr>
        <w:t>проведення інформаційно-просвітницької роботи з сім’ями, дітьми та молоддю;</w:t>
      </w:r>
    </w:p>
    <w:p w:rsidR="00014652" w:rsidRPr="00B76153" w:rsidRDefault="00014652" w:rsidP="00B76153">
      <w:pPr>
        <w:pStyle w:val="ListParagraph"/>
        <w:numPr>
          <w:ilvl w:val="0"/>
          <w:numId w:val="3"/>
        </w:numPr>
        <w:ind w:left="0" w:firstLine="0"/>
        <w:jc w:val="both"/>
        <w:rPr>
          <w:lang w:val="uk-UA"/>
        </w:rPr>
      </w:pPr>
      <w:r w:rsidRPr="00E167CA">
        <w:rPr>
          <w:lang w:val="uk-UA"/>
        </w:rPr>
        <w:t>забезпечення взаємодії із структурними підрозділами місцевих органів виконавчої влади, органів місцевого самоврядування, підприємствами, установами та організаціями, а також залучення потенціалу територіальної громади до проведення соціальної роботи з сім’ями, дітьми та молоддю.</w:t>
      </w:r>
    </w:p>
    <w:p w:rsidR="00014652" w:rsidRPr="00E34A9C" w:rsidRDefault="00014652" w:rsidP="00E34A9C">
      <w:pPr>
        <w:ind w:firstLine="709"/>
        <w:jc w:val="both"/>
        <w:rPr>
          <w:lang w:val="uk-UA"/>
        </w:rPr>
      </w:pPr>
    </w:p>
    <w:p w:rsidR="00014652" w:rsidRPr="00E34A9C" w:rsidRDefault="00014652" w:rsidP="00E34A9C">
      <w:pPr>
        <w:ind w:firstLine="709"/>
        <w:jc w:val="both"/>
        <w:rPr>
          <w:lang w:val="uk-UA"/>
        </w:rPr>
      </w:pPr>
      <w:r>
        <w:rPr>
          <w:lang w:val="uk-UA"/>
        </w:rPr>
        <w:t>6</w:t>
      </w:r>
      <w:r w:rsidRPr="00E34A9C">
        <w:rPr>
          <w:lang w:val="uk-UA"/>
        </w:rPr>
        <w:t>. Центр відповідно до покладених на нього завдань:</w:t>
      </w:r>
    </w:p>
    <w:p w:rsidR="00014652" w:rsidRPr="004928F2" w:rsidRDefault="00014652" w:rsidP="00E34A9C">
      <w:pPr>
        <w:jc w:val="both"/>
        <w:rPr>
          <w:lang w:val="uk-UA"/>
        </w:rPr>
      </w:pPr>
      <w:r w:rsidRPr="00E34A9C">
        <w:rPr>
          <w:lang w:val="uk-UA"/>
        </w:rPr>
        <w:t xml:space="preserve">1) здійснює виявлення та веде </w:t>
      </w:r>
      <w:r w:rsidRPr="004928F2">
        <w:rPr>
          <w:lang w:val="uk-UA"/>
        </w:rPr>
        <w:t>облік: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 xml:space="preserve">-  </w:t>
      </w:r>
      <w:r w:rsidRPr="00E34A9C">
        <w:rPr>
          <w:lang w:val="uk-UA"/>
        </w:rPr>
        <w:t>сімей, дітей та молоді, які перебувають у складних життєвих обставинах;</w:t>
      </w:r>
    </w:p>
    <w:p w:rsidR="00014652" w:rsidRPr="00253C91" w:rsidRDefault="00014652" w:rsidP="00E34A9C">
      <w:pPr>
        <w:jc w:val="both"/>
        <w:rPr>
          <w:lang w:val="uk-UA"/>
        </w:rPr>
      </w:pPr>
      <w:r>
        <w:rPr>
          <w:lang w:val="uk-UA"/>
        </w:rPr>
        <w:t xml:space="preserve">-  </w:t>
      </w:r>
      <w:r w:rsidRPr="00253C91">
        <w:rPr>
          <w:lang w:val="uk-UA"/>
        </w:rPr>
        <w:t>осіб з числа випускників інтернатних закладів;</w:t>
      </w:r>
    </w:p>
    <w:p w:rsidR="00014652" w:rsidRPr="00253C91" w:rsidRDefault="00014652" w:rsidP="00E34A9C">
      <w:pPr>
        <w:jc w:val="both"/>
        <w:rPr>
          <w:lang w:val="uk-UA"/>
        </w:rPr>
      </w:pPr>
      <w:r w:rsidRPr="00253C91">
        <w:rPr>
          <w:lang w:val="uk-UA"/>
        </w:rPr>
        <w:t>-  дітей-сиріт та дітей, позбавлених батьківського піклування, осіб з їх числа;</w:t>
      </w:r>
    </w:p>
    <w:p w:rsidR="00014652" w:rsidRPr="00253C91" w:rsidRDefault="00014652" w:rsidP="00E34A9C">
      <w:pPr>
        <w:jc w:val="both"/>
        <w:rPr>
          <w:lang w:val="uk-UA"/>
        </w:rPr>
      </w:pPr>
      <w:r w:rsidRPr="00253C91">
        <w:rPr>
          <w:lang w:val="uk-UA"/>
        </w:rPr>
        <w:t>-  прийомних сімей, дитячих будинків сімейного типу, сімей опікунів, піклувальників;</w:t>
      </w:r>
    </w:p>
    <w:p w:rsidR="00014652" w:rsidRPr="00253C91" w:rsidRDefault="00014652" w:rsidP="00E34A9C">
      <w:pPr>
        <w:jc w:val="both"/>
        <w:rPr>
          <w:lang w:val="uk-UA"/>
        </w:rPr>
      </w:pPr>
      <w:r w:rsidRPr="00253C91">
        <w:rPr>
          <w:lang w:val="uk-UA"/>
        </w:rPr>
        <w:t>-  осіб з інвалідністю;</w:t>
      </w:r>
    </w:p>
    <w:p w:rsidR="00014652" w:rsidRPr="00253C91" w:rsidRDefault="00014652" w:rsidP="00E34A9C">
      <w:pPr>
        <w:jc w:val="both"/>
        <w:rPr>
          <w:lang w:val="uk-UA"/>
        </w:rPr>
      </w:pPr>
      <w:r w:rsidRPr="00253C91">
        <w:rPr>
          <w:lang w:val="uk-UA"/>
        </w:rPr>
        <w:t>-  осіб, які звільнилися з місць позбавлення волі;</w:t>
      </w:r>
    </w:p>
    <w:p w:rsidR="00014652" w:rsidRPr="00253C91" w:rsidRDefault="00014652" w:rsidP="00E34A9C">
      <w:pPr>
        <w:jc w:val="both"/>
        <w:rPr>
          <w:lang w:val="uk-UA"/>
        </w:rPr>
      </w:pPr>
      <w:r w:rsidRPr="00253C91">
        <w:rPr>
          <w:lang w:val="uk-UA"/>
        </w:rPr>
        <w:t>- осіб, які зазнали жорстокості та насильства, постраждали від торгівлі людьми, залучалися до найгірших форм дитячої праці;</w:t>
      </w:r>
    </w:p>
    <w:p w:rsidR="00014652" w:rsidRPr="00FF6649" w:rsidRDefault="00014652" w:rsidP="00E34A9C">
      <w:pPr>
        <w:jc w:val="both"/>
        <w:rPr>
          <w:sz w:val="16"/>
          <w:szCs w:val="16"/>
          <w:lang w:val="uk-UA"/>
        </w:rPr>
      </w:pPr>
    </w:p>
    <w:p w:rsidR="00014652" w:rsidRPr="00E34A9C" w:rsidRDefault="00014652" w:rsidP="00E34A9C">
      <w:pPr>
        <w:jc w:val="both"/>
        <w:rPr>
          <w:lang w:val="uk-UA"/>
        </w:rPr>
      </w:pPr>
      <w:r w:rsidRPr="00E34A9C">
        <w:rPr>
          <w:lang w:val="uk-UA"/>
        </w:rPr>
        <w:t>2) проводить оцінку потреб дитини, сім’ї та молодої особи, обстеження матеріально-побутових умов за згодою сім’ї, визначає планування та методи соціальної роботи;</w:t>
      </w:r>
    </w:p>
    <w:p w:rsidR="00014652" w:rsidRPr="00FF6649" w:rsidRDefault="00014652" w:rsidP="00E34A9C">
      <w:pPr>
        <w:jc w:val="both"/>
        <w:rPr>
          <w:sz w:val="16"/>
          <w:szCs w:val="16"/>
          <w:lang w:val="uk-UA"/>
        </w:rPr>
      </w:pPr>
    </w:p>
    <w:p w:rsidR="00014652" w:rsidRPr="00E34A9C" w:rsidRDefault="00014652" w:rsidP="00E34A9C">
      <w:pPr>
        <w:jc w:val="both"/>
        <w:rPr>
          <w:lang w:val="uk-UA"/>
        </w:rPr>
      </w:pPr>
      <w:r w:rsidRPr="00E34A9C">
        <w:rPr>
          <w:lang w:val="uk-UA"/>
        </w:rPr>
        <w:t>3) здійснює у разі потреби соціальний супровід та надання соціальних послуг, зокрема: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 xml:space="preserve">-  </w:t>
      </w:r>
      <w:r w:rsidRPr="00E34A9C">
        <w:rPr>
          <w:lang w:val="uk-UA"/>
        </w:rPr>
        <w:t>забезпечує надання необхідних соціальних послуг особам, які зазнали жорстокості та насильства, постраждали від торгівлі людьми;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 xml:space="preserve">-  </w:t>
      </w:r>
      <w:r w:rsidRPr="00E34A9C">
        <w:rPr>
          <w:lang w:val="uk-UA"/>
        </w:rPr>
        <w:t>забезпечує соціальну підтримку ВІЛ-інфікованих дітей, молоді та членів їх сімей;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E34A9C">
        <w:rPr>
          <w:lang w:val="uk-UA"/>
        </w:rPr>
        <w:t>здійснює заходи із соціального патронажу осіб, які відбували покарання у вигляді обмеження волі або позбавлення волі на певний строк, у тому числі за повідомленням установ виконання покарань;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E34A9C">
        <w:rPr>
          <w:lang w:val="uk-UA"/>
        </w:rPr>
        <w:t>здійснює соціальну та психологічну адаптацію дітей-сиріт та дітей, позбавлених батьківського піклування, осіб з їх числа з метою підготовки до самостійного життя;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 xml:space="preserve">-  </w:t>
      </w:r>
      <w:r w:rsidRPr="00E34A9C">
        <w:rPr>
          <w:lang w:val="uk-UA"/>
        </w:rPr>
        <w:t>інформує населення про форми сімейного виховання дітей-сиріт та дітей, позбавлених батьківського піклування;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 xml:space="preserve">-  </w:t>
      </w:r>
      <w:r w:rsidRPr="00E34A9C">
        <w:rPr>
          <w:lang w:val="uk-UA"/>
        </w:rPr>
        <w:t>надає юридичну, психологічну та соціальну допомогу дітям-сиротам та дітям, позбавленим батьківського піклування, особам з їх числа, а також їх біологічним батькам, опікунам, піклувальникам, прийомним батькам, батькам-вихователям та усиновлювачам;</w:t>
      </w:r>
    </w:p>
    <w:p w:rsidR="00014652" w:rsidRDefault="00014652" w:rsidP="00E34A9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E34A9C">
        <w:rPr>
          <w:lang w:val="uk-UA"/>
        </w:rPr>
        <w:t xml:space="preserve">здійснює соціальне супроводження прийомних сімей та дитячих будинків сімейного типу; 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Pr="00E34A9C">
        <w:rPr>
          <w:lang w:val="uk-UA"/>
        </w:rPr>
        <w:t>бере участь у підготовці до самостійного життя дітей-сиріт, дітей, позбавлених батьківського піклування, з числа випускників інтернатних закладів;</w:t>
      </w:r>
    </w:p>
    <w:p w:rsidR="00014652" w:rsidRPr="00FF6649" w:rsidRDefault="00014652" w:rsidP="00E34A9C">
      <w:pPr>
        <w:jc w:val="both"/>
        <w:rPr>
          <w:sz w:val="16"/>
          <w:szCs w:val="16"/>
          <w:lang w:val="uk-UA"/>
        </w:rPr>
      </w:pPr>
      <w:bookmarkStart w:id="3" w:name="o57"/>
      <w:bookmarkEnd w:id="3"/>
    </w:p>
    <w:p w:rsidR="00014652" w:rsidRPr="00E34A9C" w:rsidRDefault="00014652" w:rsidP="00E34A9C">
      <w:pPr>
        <w:jc w:val="both"/>
        <w:rPr>
          <w:lang w:val="uk-UA"/>
        </w:rPr>
      </w:pPr>
      <w:r w:rsidRPr="00E34A9C">
        <w:rPr>
          <w:lang w:val="uk-UA"/>
        </w:rPr>
        <w:t>4) інформує сім’ї, дітей та молодь про можливість отримання інших видів соціальної допомоги і послуг;</w:t>
      </w:r>
    </w:p>
    <w:p w:rsidR="00014652" w:rsidRPr="00FF6649" w:rsidRDefault="00014652" w:rsidP="00E34A9C">
      <w:pPr>
        <w:jc w:val="both"/>
        <w:rPr>
          <w:sz w:val="16"/>
          <w:szCs w:val="16"/>
          <w:lang w:val="uk-UA"/>
        </w:rPr>
      </w:pPr>
      <w:bookmarkStart w:id="4" w:name="o30"/>
      <w:bookmarkEnd w:id="4"/>
    </w:p>
    <w:p w:rsidR="00014652" w:rsidRDefault="00014652" w:rsidP="00E34A9C">
      <w:pPr>
        <w:jc w:val="both"/>
        <w:rPr>
          <w:lang w:val="uk-UA"/>
        </w:rPr>
      </w:pPr>
      <w:r w:rsidRPr="00E34A9C">
        <w:rPr>
          <w:lang w:val="uk-UA"/>
        </w:rPr>
        <w:t>5) проводить у сім’ях, серед дітей та молоді за місцем проживання інформаційно-просвітницьку роботу, спрямовану на формування стандартів позитивної поведінки, здорового способу життя шляхом розповсюдження соціальної реклами і проведення консультацій;</w:t>
      </w:r>
    </w:p>
    <w:p w:rsidR="00014652" w:rsidRPr="00FF6649" w:rsidRDefault="00014652" w:rsidP="00E34A9C">
      <w:pPr>
        <w:jc w:val="both"/>
        <w:rPr>
          <w:sz w:val="16"/>
          <w:szCs w:val="16"/>
          <w:lang w:val="uk-UA"/>
        </w:rPr>
      </w:pPr>
    </w:p>
    <w:p w:rsidR="00014652" w:rsidRPr="00E34A9C" w:rsidRDefault="00014652" w:rsidP="00E34A9C">
      <w:pPr>
        <w:jc w:val="both"/>
        <w:rPr>
          <w:lang w:val="uk-UA"/>
        </w:rPr>
      </w:pPr>
      <w:r w:rsidRPr="00E34A9C">
        <w:rPr>
          <w:lang w:val="uk-UA"/>
        </w:rPr>
        <w:t>6) впроваджує нові соціальні технології, спрямовані на виявлення отримувачів соціальних послуг на ранніх стадіях життєвих проблем; формує навички відповідального батьківства, здійснює профілактику соціального сирітства;</w:t>
      </w:r>
    </w:p>
    <w:p w:rsidR="00014652" w:rsidRPr="00FF6649" w:rsidRDefault="00014652" w:rsidP="00E34A9C">
      <w:pPr>
        <w:jc w:val="both"/>
        <w:rPr>
          <w:sz w:val="16"/>
          <w:szCs w:val="16"/>
          <w:lang w:val="uk-UA"/>
        </w:rPr>
      </w:pPr>
    </w:p>
    <w:p w:rsidR="00014652" w:rsidRPr="00E34A9C" w:rsidRDefault="00014652" w:rsidP="00E34A9C">
      <w:pPr>
        <w:jc w:val="both"/>
        <w:rPr>
          <w:lang w:val="uk-UA"/>
        </w:rPr>
      </w:pPr>
      <w:r w:rsidRPr="00E34A9C">
        <w:rPr>
          <w:lang w:val="uk-UA"/>
        </w:rPr>
        <w:t>7) узагальнює на місцевому рівні статистичні та готує інформаційно-аналітичні матеріали стосовно проведеної соціальної роботи, які подає регіональному центру та відповідному місцевому органу виконавчої влади з питань соціального захисту населення;</w:t>
      </w:r>
    </w:p>
    <w:p w:rsidR="00014652" w:rsidRPr="00E34A9C" w:rsidRDefault="00014652" w:rsidP="00E34A9C">
      <w:pPr>
        <w:jc w:val="both"/>
        <w:rPr>
          <w:lang w:val="uk-UA"/>
        </w:rPr>
      </w:pPr>
      <w:r w:rsidRPr="00E34A9C">
        <w:rPr>
          <w:lang w:val="uk-UA"/>
        </w:rPr>
        <w:t>8) дотримується державних стандартів і нормативів під час проведення соціальної роботи з сім’ями, дітьми та молоддю;</w:t>
      </w:r>
    </w:p>
    <w:p w:rsidR="00014652" w:rsidRPr="00FF6649" w:rsidRDefault="00014652" w:rsidP="00E34A9C">
      <w:pPr>
        <w:jc w:val="both"/>
        <w:rPr>
          <w:sz w:val="16"/>
          <w:szCs w:val="16"/>
          <w:lang w:val="uk-UA"/>
        </w:rPr>
      </w:pPr>
    </w:p>
    <w:p w:rsidR="00014652" w:rsidRPr="00E34A9C" w:rsidRDefault="00014652" w:rsidP="00E34A9C">
      <w:pPr>
        <w:jc w:val="both"/>
        <w:rPr>
          <w:lang w:val="uk-UA"/>
        </w:rPr>
      </w:pPr>
      <w:r w:rsidRPr="00E34A9C">
        <w:rPr>
          <w:lang w:val="uk-UA"/>
        </w:rPr>
        <w:t>9) забезпечує захист персональних даних сімей, дітей та молоді, які перебувають у складних життєвих обставинах, відповідно до Закону України «Про захист персональних даних».</w:t>
      </w:r>
    </w:p>
    <w:p w:rsidR="00014652" w:rsidRPr="00E34A9C" w:rsidRDefault="00014652" w:rsidP="00E34A9C">
      <w:pPr>
        <w:jc w:val="both"/>
        <w:rPr>
          <w:lang w:val="uk-UA"/>
        </w:rPr>
      </w:pPr>
    </w:p>
    <w:p w:rsidR="00014652" w:rsidRPr="00E34A9C" w:rsidRDefault="00014652" w:rsidP="004C3C22">
      <w:pPr>
        <w:ind w:firstLine="708"/>
        <w:jc w:val="both"/>
        <w:rPr>
          <w:lang w:val="uk-UA"/>
        </w:rPr>
      </w:pPr>
      <w:r>
        <w:rPr>
          <w:lang w:val="uk-UA"/>
        </w:rPr>
        <w:t>7.</w:t>
      </w:r>
      <w:r w:rsidRPr="00E34A9C">
        <w:rPr>
          <w:lang w:val="uk-UA"/>
        </w:rPr>
        <w:t xml:space="preserve"> Центр має право:</w:t>
      </w:r>
    </w:p>
    <w:p w:rsidR="00014652" w:rsidRPr="00D34023" w:rsidRDefault="00014652" w:rsidP="00D34023">
      <w:pPr>
        <w:pStyle w:val="ListParagraph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D34023">
        <w:rPr>
          <w:lang w:val="uk-UA"/>
        </w:rPr>
        <w:t>вносити</w:t>
      </w:r>
      <w:r>
        <w:rPr>
          <w:lang w:val="uk-UA"/>
        </w:rPr>
        <w:t xml:space="preserve"> Мінсоцполітики, </w:t>
      </w:r>
      <w:r w:rsidRPr="00D34023">
        <w:rPr>
          <w:lang w:val="uk-UA"/>
        </w:rPr>
        <w:t>місцевим органам виконавчої влади та органам місцевого самоврядування пропозиції щодо вдосконалення соціальної роботи з сім’ями, дітьми та молоддю;</w:t>
      </w:r>
    </w:p>
    <w:p w:rsidR="00014652" w:rsidRPr="00D34023" w:rsidRDefault="00014652" w:rsidP="00D34023">
      <w:pPr>
        <w:pStyle w:val="ListParagraph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D34023">
        <w:rPr>
          <w:lang w:val="uk-UA"/>
        </w:rPr>
        <w:t>подавати пропозиції до проектів відповідних місцевих бюджетів з питань, що належать до їх компетенції;</w:t>
      </w:r>
    </w:p>
    <w:p w:rsidR="00014652" w:rsidRPr="00D34023" w:rsidRDefault="00014652" w:rsidP="00D34023">
      <w:pPr>
        <w:pStyle w:val="ListParagraph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D34023">
        <w:rPr>
          <w:lang w:val="uk-UA"/>
        </w:rPr>
        <w:t>укладати в установленому порядку договори з підприємствами, установами та організаціями (в тому числі іноземними) щодо проведення робіт, спрямованих на виконання покладених на нього завдань;</w:t>
      </w:r>
    </w:p>
    <w:p w:rsidR="00014652" w:rsidRPr="00D34023" w:rsidRDefault="00014652" w:rsidP="00D34023">
      <w:pPr>
        <w:pStyle w:val="ListParagraph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D34023">
        <w:rPr>
          <w:lang w:val="uk-UA"/>
        </w:rPr>
        <w:t>залучати фахівців інших закладів, установ та організацій різних форм власності для здійснення соціального супроводу сімей, які перебувають у складних життєвих обставинах;</w:t>
      </w:r>
      <w:bookmarkStart w:id="5" w:name="n93"/>
      <w:bookmarkEnd w:id="5"/>
      <w:r w:rsidRPr="00D34023">
        <w:rPr>
          <w:lang w:val="uk-UA"/>
        </w:rPr>
        <w:t xml:space="preserve"> в установленому порядку одержувати від підприємств, установ та організацій інформацію з питань, що належать до його компетенції;</w:t>
      </w:r>
    </w:p>
    <w:p w:rsidR="00014652" w:rsidRPr="00D34023" w:rsidRDefault="00014652" w:rsidP="00D34023">
      <w:pPr>
        <w:pStyle w:val="ListParagraph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D34023">
        <w:rPr>
          <w:lang w:val="uk-UA"/>
        </w:rPr>
        <w:t>вживати заходів для забезпечення захисту прав, свобод і законних інтересів сімей, дітей та молоді;</w:t>
      </w:r>
    </w:p>
    <w:p w:rsidR="00014652" w:rsidRPr="00D34023" w:rsidRDefault="00014652" w:rsidP="00D34023">
      <w:pPr>
        <w:pStyle w:val="ListParagraph"/>
        <w:numPr>
          <w:ilvl w:val="0"/>
          <w:numId w:val="5"/>
        </w:numPr>
        <w:ind w:left="0" w:firstLine="0"/>
        <w:jc w:val="both"/>
        <w:rPr>
          <w:lang w:val="uk-UA"/>
        </w:rPr>
      </w:pPr>
      <w:r w:rsidRPr="00D34023">
        <w:rPr>
          <w:lang w:val="uk-UA"/>
        </w:rPr>
        <w:t>здійснювати посередництво у представництві інтересів сімей, дітей та молоді та порушувати клопотання про притягнення до відповідальності посадових осіб, винних у порушенні вимог законодавства з питань проведення соціальної роботи з сім’ями, дітьми та молоддю.</w:t>
      </w:r>
    </w:p>
    <w:p w:rsidR="00014652" w:rsidRPr="00E34A9C" w:rsidRDefault="00014652" w:rsidP="00E34A9C">
      <w:pPr>
        <w:jc w:val="both"/>
        <w:rPr>
          <w:lang w:val="uk-UA"/>
        </w:rPr>
      </w:pPr>
      <w:bookmarkStart w:id="6" w:name="n132"/>
      <w:bookmarkStart w:id="7" w:name="n125"/>
      <w:bookmarkStart w:id="8" w:name="o1345"/>
      <w:bookmarkStart w:id="9" w:name="n123"/>
      <w:bookmarkStart w:id="10" w:name="n124"/>
      <w:bookmarkEnd w:id="6"/>
      <w:bookmarkEnd w:id="7"/>
      <w:bookmarkEnd w:id="8"/>
      <w:bookmarkEnd w:id="9"/>
      <w:bookmarkEnd w:id="10"/>
    </w:p>
    <w:p w:rsidR="00014652" w:rsidRDefault="00014652" w:rsidP="004D1834">
      <w:pPr>
        <w:ind w:firstLine="708"/>
        <w:jc w:val="both"/>
        <w:rPr>
          <w:lang w:val="uk-UA"/>
        </w:rPr>
      </w:pPr>
      <w:r>
        <w:rPr>
          <w:lang w:val="uk-UA"/>
        </w:rPr>
        <w:t>8. Центр утворюється, реорганізується і ліквідується Іллічівською міською радою.</w:t>
      </w:r>
    </w:p>
    <w:p w:rsidR="00014652" w:rsidRPr="00E34A9C" w:rsidRDefault="00014652" w:rsidP="006F5ED3">
      <w:pPr>
        <w:ind w:firstLine="708"/>
        <w:jc w:val="both"/>
        <w:rPr>
          <w:lang w:val="uk-UA"/>
        </w:rPr>
      </w:pPr>
      <w:r>
        <w:rPr>
          <w:lang w:val="uk-UA"/>
        </w:rPr>
        <w:t>Підзвітний та підконтрольний  міській раді, підпорядкований її виконавчому комітету і міському голові. Загальне керівництво і контроль діяльності центру здійснює заступник міського голови  відповідно розподілу обов’язків. Координацію, контроль, методичне та інформаційне забезпечення діяльності центру здійснює Одеський обласний центр соціальних служб для сім ї, дітей та молоді.</w:t>
      </w:r>
    </w:p>
    <w:p w:rsidR="00014652" w:rsidRDefault="00014652" w:rsidP="004D1834">
      <w:pPr>
        <w:ind w:firstLine="708"/>
        <w:jc w:val="both"/>
        <w:rPr>
          <w:lang w:val="uk-UA"/>
        </w:rPr>
      </w:pPr>
    </w:p>
    <w:p w:rsidR="00014652" w:rsidRDefault="00014652" w:rsidP="004D1834">
      <w:pPr>
        <w:ind w:firstLine="708"/>
        <w:jc w:val="both"/>
        <w:rPr>
          <w:lang w:val="uk-UA"/>
        </w:rPr>
      </w:pPr>
    </w:p>
    <w:p w:rsidR="00014652" w:rsidRPr="00BE003D" w:rsidRDefault="00014652" w:rsidP="004D1834">
      <w:pPr>
        <w:ind w:firstLine="708"/>
        <w:jc w:val="both"/>
      </w:pPr>
      <w:r>
        <w:rPr>
          <w:lang w:val="uk-UA"/>
        </w:rPr>
        <w:t>9</w:t>
      </w:r>
      <w:r w:rsidRPr="00E34A9C">
        <w:rPr>
          <w:lang w:val="uk-UA"/>
        </w:rPr>
        <w:t xml:space="preserve">. </w:t>
      </w:r>
      <w:r w:rsidRPr="004D1834">
        <w:rPr>
          <w:lang w:val="uk-UA"/>
        </w:rPr>
        <w:t>Центр очолює директор, який призначається на посаду і звільняється з посади в установленому пор</w:t>
      </w:r>
      <w:r>
        <w:rPr>
          <w:lang w:val="uk-UA"/>
        </w:rPr>
        <w:t>ядку міським головою.</w:t>
      </w:r>
    </w:p>
    <w:p w:rsidR="00014652" w:rsidRPr="00BE003D" w:rsidRDefault="00014652" w:rsidP="00BE003D">
      <w:pPr>
        <w:jc w:val="both"/>
        <w:rPr>
          <w:lang w:val="uk-UA"/>
        </w:rPr>
      </w:pPr>
      <w:r w:rsidRPr="00472F8E">
        <w:tab/>
      </w:r>
      <w:r w:rsidRPr="00BE003D">
        <w:rPr>
          <w:lang w:val="uk-UA"/>
        </w:rPr>
        <w:t>Директор Центру призначається на посаду і звільняється з посади за погодженням з директором Одеського обласного центру соціальних служб для сім'ї, дітей та молоді.</w:t>
      </w:r>
    </w:p>
    <w:p w:rsidR="00014652" w:rsidRPr="00BE003D" w:rsidRDefault="00014652" w:rsidP="004D1834">
      <w:pPr>
        <w:ind w:firstLine="708"/>
        <w:jc w:val="both"/>
        <w:rPr>
          <w:lang w:val="uk-UA"/>
        </w:rPr>
      </w:pPr>
    </w:p>
    <w:p w:rsidR="00014652" w:rsidRPr="00E34A9C" w:rsidRDefault="00014652" w:rsidP="00E34A9C">
      <w:pPr>
        <w:ind w:firstLine="708"/>
        <w:jc w:val="both"/>
        <w:rPr>
          <w:lang w:val="uk-UA"/>
        </w:rPr>
      </w:pPr>
      <w:r>
        <w:rPr>
          <w:lang w:val="uk-UA"/>
        </w:rPr>
        <w:t>10</w:t>
      </w:r>
      <w:r w:rsidRPr="00E34A9C">
        <w:rPr>
          <w:lang w:val="uk-UA"/>
        </w:rPr>
        <w:t>. Директор Центру:</w:t>
      </w:r>
    </w:p>
    <w:p w:rsidR="00014652" w:rsidRPr="00E34A9C" w:rsidRDefault="00014652" w:rsidP="00E34A9C">
      <w:pPr>
        <w:jc w:val="both"/>
        <w:rPr>
          <w:lang w:val="uk-UA"/>
        </w:rPr>
      </w:pPr>
      <w:bookmarkStart w:id="11" w:name="n107"/>
      <w:bookmarkEnd w:id="11"/>
      <w:r>
        <w:rPr>
          <w:lang w:val="uk-UA"/>
        </w:rPr>
        <w:tab/>
      </w:r>
      <w:r w:rsidRPr="00E34A9C">
        <w:rPr>
          <w:lang w:val="uk-UA"/>
        </w:rPr>
        <w:t>здійснює загальне керівництво діяльністю Центру, несе персональну відповідальність за виконання покладених на Центр завдань, законність прийнятих ним рішень;</w:t>
      </w:r>
    </w:p>
    <w:p w:rsidR="00014652" w:rsidRPr="00E34A9C" w:rsidRDefault="00014652" w:rsidP="00E34A9C">
      <w:pPr>
        <w:jc w:val="both"/>
        <w:rPr>
          <w:lang w:val="uk-UA"/>
        </w:rPr>
      </w:pPr>
      <w:bookmarkStart w:id="12" w:name="n108"/>
      <w:bookmarkEnd w:id="12"/>
      <w:r>
        <w:rPr>
          <w:lang w:val="uk-UA"/>
        </w:rPr>
        <w:tab/>
        <w:t>узгоджує</w:t>
      </w:r>
      <w:r w:rsidRPr="00E34A9C">
        <w:rPr>
          <w:lang w:val="uk-UA"/>
        </w:rPr>
        <w:t xml:space="preserve"> в установленому порядку структуру та штатний розпис центру в межах граничної чисельності працівників та фонду оплати праці відповідно до типової структури і штатної чисельності, що затверджуються Міністерством соціальної політики України;</w:t>
      </w:r>
    </w:p>
    <w:p w:rsidR="00014652" w:rsidRPr="00E34A9C" w:rsidRDefault="00014652" w:rsidP="00E34A9C">
      <w:pPr>
        <w:jc w:val="both"/>
        <w:rPr>
          <w:lang w:val="uk-UA"/>
        </w:rPr>
      </w:pPr>
      <w:bookmarkStart w:id="13" w:name="n110"/>
      <w:bookmarkEnd w:id="13"/>
      <w:r>
        <w:rPr>
          <w:lang w:val="uk-UA"/>
        </w:rPr>
        <w:tab/>
      </w:r>
      <w:r w:rsidRPr="00E34A9C">
        <w:rPr>
          <w:lang w:val="uk-UA"/>
        </w:rPr>
        <w:t>затверджує положення про структурні підрозділи Центру та посадові інструкції його працівників;</w:t>
      </w:r>
    </w:p>
    <w:p w:rsidR="00014652" w:rsidRPr="00E34A9C" w:rsidRDefault="00014652" w:rsidP="00E34A9C">
      <w:pPr>
        <w:jc w:val="both"/>
        <w:rPr>
          <w:lang w:val="uk-UA"/>
        </w:rPr>
      </w:pPr>
      <w:bookmarkStart w:id="14" w:name="n111"/>
      <w:bookmarkEnd w:id="14"/>
      <w:r>
        <w:rPr>
          <w:lang w:val="uk-UA"/>
        </w:rPr>
        <w:tab/>
      </w:r>
      <w:r w:rsidRPr="00E34A9C">
        <w:rPr>
          <w:lang w:val="uk-UA"/>
        </w:rPr>
        <w:t>видає в межах своїх повноважень накази організаційно-розпорядчого характеру, організовує і контролює їх виконання;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ab/>
      </w:r>
      <w:r w:rsidRPr="00E34A9C">
        <w:rPr>
          <w:lang w:val="uk-UA"/>
        </w:rPr>
        <w:t>представляє Центр у відносинах з органами державної влади, органами місцевого самоврядування, підприємствами, установами та організаціями;</w:t>
      </w:r>
    </w:p>
    <w:p w:rsidR="00014652" w:rsidRPr="00E34A9C" w:rsidRDefault="00014652" w:rsidP="00E34A9C">
      <w:pPr>
        <w:jc w:val="both"/>
        <w:rPr>
          <w:lang w:val="uk-UA"/>
        </w:rPr>
      </w:pPr>
      <w:bookmarkStart w:id="15" w:name="n112"/>
      <w:bookmarkEnd w:id="15"/>
      <w:r>
        <w:rPr>
          <w:lang w:val="uk-UA"/>
        </w:rPr>
        <w:tab/>
      </w:r>
      <w:r w:rsidRPr="00E34A9C">
        <w:rPr>
          <w:lang w:val="uk-UA"/>
        </w:rPr>
        <w:t>проводить особистий прийом громадян з питань, що належать до компетенції Центру;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ab/>
      </w:r>
      <w:r w:rsidRPr="00E34A9C">
        <w:rPr>
          <w:lang w:val="uk-UA"/>
        </w:rPr>
        <w:t>розпоряджається в установленому порядку майном і коштами Центру;</w:t>
      </w:r>
    </w:p>
    <w:p w:rsidR="00014652" w:rsidRPr="00E34A9C" w:rsidRDefault="00014652" w:rsidP="00E34A9C">
      <w:pPr>
        <w:jc w:val="both"/>
        <w:rPr>
          <w:lang w:val="uk-UA"/>
        </w:rPr>
      </w:pPr>
      <w:bookmarkStart w:id="16" w:name="n113"/>
      <w:bookmarkEnd w:id="16"/>
      <w:r>
        <w:rPr>
          <w:lang w:val="uk-UA"/>
        </w:rPr>
        <w:tab/>
      </w:r>
      <w:r w:rsidRPr="00E34A9C">
        <w:rPr>
          <w:lang w:val="uk-UA"/>
        </w:rPr>
        <w:t>утворює в Центрі атестаційну комісію, сприяє підвищенню кваліфікації працівників Центру;</w:t>
      </w:r>
    </w:p>
    <w:p w:rsidR="00014652" w:rsidRPr="00422623" w:rsidRDefault="00014652" w:rsidP="00E34A9C">
      <w:pPr>
        <w:jc w:val="both"/>
        <w:rPr>
          <w:lang w:val="uk-UA"/>
        </w:rPr>
      </w:pPr>
      <w:bookmarkStart w:id="17" w:name="n114"/>
      <w:bookmarkEnd w:id="17"/>
      <w:r>
        <w:rPr>
          <w:lang w:val="uk-UA"/>
        </w:rPr>
        <w:tab/>
      </w:r>
      <w:r w:rsidRPr="00E34A9C">
        <w:rPr>
          <w:lang w:val="uk-UA"/>
        </w:rPr>
        <w:t>призначає на посаду та звільняє з посади працівників Центру</w:t>
      </w:r>
      <w:r>
        <w:rPr>
          <w:lang w:val="uk-UA"/>
        </w:rPr>
        <w:t xml:space="preserve">, </w:t>
      </w:r>
      <w:r w:rsidRPr="00422623">
        <w:rPr>
          <w:lang w:val="uk-UA"/>
        </w:rPr>
        <w:t>які не є державними службовцями;</w:t>
      </w:r>
    </w:p>
    <w:p w:rsidR="00014652" w:rsidRPr="00E34A9C" w:rsidRDefault="00014652" w:rsidP="00E34A9C">
      <w:pPr>
        <w:jc w:val="both"/>
        <w:rPr>
          <w:lang w:val="uk-UA"/>
        </w:rPr>
      </w:pPr>
      <w:bookmarkStart w:id="18" w:name="n115"/>
      <w:bookmarkEnd w:id="18"/>
      <w:r>
        <w:rPr>
          <w:lang w:val="uk-UA"/>
        </w:rPr>
        <w:tab/>
      </w:r>
      <w:r w:rsidRPr="00E34A9C">
        <w:rPr>
          <w:lang w:val="uk-UA"/>
        </w:rPr>
        <w:t>приймає рішення щодо заохочення та притягнення до дисциплінарної відповідальності працівників Центру;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ab/>
      </w:r>
      <w:r w:rsidRPr="00E34A9C">
        <w:rPr>
          <w:lang w:val="uk-UA"/>
        </w:rPr>
        <w:t>здійснює інші повноваження відповідно до законодавства.</w:t>
      </w:r>
    </w:p>
    <w:p w:rsidR="00014652" w:rsidRPr="006C68A5" w:rsidRDefault="00014652" w:rsidP="00E34A9C">
      <w:pPr>
        <w:jc w:val="both"/>
        <w:rPr>
          <w:sz w:val="20"/>
          <w:szCs w:val="20"/>
          <w:lang w:val="uk-UA"/>
        </w:rPr>
      </w:pPr>
    </w:p>
    <w:p w:rsidR="00014652" w:rsidRPr="00E34A9C" w:rsidRDefault="00014652" w:rsidP="00E34A9C">
      <w:pPr>
        <w:ind w:firstLine="708"/>
        <w:jc w:val="both"/>
        <w:rPr>
          <w:lang w:val="uk-UA"/>
        </w:rPr>
      </w:pPr>
      <w:r>
        <w:rPr>
          <w:lang w:val="uk-UA"/>
        </w:rPr>
        <w:t>11</w:t>
      </w:r>
      <w:r w:rsidRPr="00E34A9C">
        <w:rPr>
          <w:lang w:val="uk-UA"/>
        </w:rPr>
        <w:t xml:space="preserve">. Положення про Центр погоджується Одеським обласним центром соціальних служб для сім’ї, дітей та молоді та затверджується </w:t>
      </w:r>
      <w:r>
        <w:rPr>
          <w:lang w:val="uk-UA"/>
        </w:rPr>
        <w:t>виконавчим комітетом Іллічівської міської ради</w:t>
      </w:r>
      <w:r w:rsidRPr="00E34A9C">
        <w:rPr>
          <w:lang w:val="uk-UA"/>
        </w:rPr>
        <w:t>.</w:t>
      </w:r>
    </w:p>
    <w:p w:rsidR="00014652" w:rsidRPr="006C68A5" w:rsidRDefault="00014652" w:rsidP="00E34A9C">
      <w:pPr>
        <w:ind w:firstLine="708"/>
        <w:jc w:val="both"/>
        <w:rPr>
          <w:sz w:val="20"/>
          <w:szCs w:val="20"/>
          <w:lang w:val="uk-UA"/>
        </w:rPr>
      </w:pPr>
      <w:bookmarkStart w:id="19" w:name="n116"/>
      <w:bookmarkStart w:id="20" w:name="n100"/>
      <w:bookmarkStart w:id="21" w:name="n101"/>
      <w:bookmarkEnd w:id="19"/>
      <w:bookmarkEnd w:id="20"/>
      <w:bookmarkEnd w:id="21"/>
    </w:p>
    <w:p w:rsidR="00014652" w:rsidRPr="00E34A9C" w:rsidRDefault="00014652" w:rsidP="00E34A9C">
      <w:pPr>
        <w:ind w:firstLine="708"/>
        <w:jc w:val="both"/>
        <w:rPr>
          <w:lang w:val="uk-UA"/>
        </w:rPr>
      </w:pPr>
      <w:r>
        <w:rPr>
          <w:lang w:val="uk-UA"/>
        </w:rPr>
        <w:t>12</w:t>
      </w:r>
      <w:r w:rsidRPr="00E34A9C">
        <w:rPr>
          <w:lang w:val="uk-UA"/>
        </w:rPr>
        <w:t xml:space="preserve">. Діяльність Центру фінансується за </w:t>
      </w:r>
      <w:r>
        <w:rPr>
          <w:lang w:val="uk-UA"/>
        </w:rPr>
        <w:t>рахунок коштів місцевого бюджету</w:t>
      </w:r>
      <w:r w:rsidRPr="00E34A9C">
        <w:rPr>
          <w:lang w:val="uk-UA"/>
        </w:rPr>
        <w:t xml:space="preserve"> та інших джерел, не заборонених законодавством.</w:t>
      </w:r>
    </w:p>
    <w:p w:rsidR="00014652" w:rsidRPr="00E34A9C" w:rsidRDefault="00014652" w:rsidP="00E34A9C">
      <w:pPr>
        <w:jc w:val="both"/>
        <w:rPr>
          <w:lang w:val="uk-UA"/>
        </w:rPr>
      </w:pPr>
      <w:r>
        <w:rPr>
          <w:lang w:val="uk-UA"/>
        </w:rPr>
        <w:tab/>
      </w:r>
      <w:r w:rsidRPr="00E34A9C">
        <w:rPr>
          <w:lang w:val="uk-UA"/>
        </w:rPr>
        <w:t>Центр надає послуги на безоплатній основі.</w:t>
      </w:r>
    </w:p>
    <w:p w:rsidR="00014652" w:rsidRPr="006C68A5" w:rsidRDefault="00014652" w:rsidP="00E34A9C">
      <w:pPr>
        <w:jc w:val="both"/>
        <w:rPr>
          <w:sz w:val="20"/>
          <w:szCs w:val="20"/>
          <w:lang w:val="uk-UA"/>
        </w:rPr>
      </w:pPr>
    </w:p>
    <w:p w:rsidR="00014652" w:rsidRPr="00E34A9C" w:rsidRDefault="00014652" w:rsidP="00E34A9C">
      <w:pPr>
        <w:ind w:firstLine="708"/>
        <w:jc w:val="both"/>
        <w:rPr>
          <w:lang w:val="uk-UA"/>
        </w:rPr>
      </w:pPr>
      <w:r>
        <w:rPr>
          <w:lang w:val="uk-UA"/>
        </w:rPr>
        <w:t>13</w:t>
      </w:r>
      <w:r w:rsidRPr="00E34A9C">
        <w:rPr>
          <w:lang w:val="uk-UA"/>
        </w:rPr>
        <w:t>. Умови оплати праці, типова структура і штатна чисельність Центру затверджуються Міністерством соціальної політики України  за погодженням з Міністерством фінансів України.</w:t>
      </w:r>
    </w:p>
    <w:p w:rsidR="00014652" w:rsidRPr="006C68A5" w:rsidRDefault="00014652" w:rsidP="00E34A9C">
      <w:pPr>
        <w:jc w:val="both"/>
        <w:rPr>
          <w:sz w:val="20"/>
          <w:szCs w:val="20"/>
          <w:lang w:val="uk-UA"/>
        </w:rPr>
      </w:pPr>
    </w:p>
    <w:p w:rsidR="00014652" w:rsidRPr="00E34A9C" w:rsidRDefault="00014652" w:rsidP="00E34A9C">
      <w:pPr>
        <w:ind w:firstLine="523"/>
        <w:jc w:val="both"/>
        <w:rPr>
          <w:lang w:val="uk-UA"/>
        </w:rPr>
      </w:pPr>
      <w:r>
        <w:rPr>
          <w:lang w:val="uk-UA"/>
        </w:rPr>
        <w:t xml:space="preserve">  </w:t>
      </w:r>
      <w:r>
        <w:t>1</w:t>
      </w:r>
      <w:r>
        <w:rPr>
          <w:lang w:val="uk-UA"/>
        </w:rPr>
        <w:t>4</w:t>
      </w:r>
      <w:r w:rsidRPr="00E34A9C">
        <w:rPr>
          <w:lang w:val="uk-UA"/>
        </w:rPr>
        <w:t>. Центр є юридичною особою, має самостійний баланс, відповідні рахунки в територіальних органах Казначейства, печатку та бланк із своїм найменуванням</w:t>
      </w:r>
      <w:bookmarkStart w:id="22" w:name="n80"/>
      <w:bookmarkStart w:id="23" w:name="n81"/>
      <w:bookmarkEnd w:id="22"/>
      <w:bookmarkEnd w:id="23"/>
      <w:r w:rsidRPr="00E34A9C">
        <w:rPr>
          <w:lang w:val="uk-UA"/>
        </w:rPr>
        <w:t>.</w:t>
      </w:r>
    </w:p>
    <w:p w:rsidR="00014652" w:rsidRPr="006C68A5" w:rsidRDefault="00014652" w:rsidP="00E34A9C">
      <w:pPr>
        <w:pStyle w:val="31"/>
        <w:shd w:val="clear" w:color="auto" w:fill="auto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uk-UA" w:eastAsia="uk-UA"/>
        </w:rPr>
      </w:pPr>
    </w:p>
    <w:p w:rsidR="00014652" w:rsidRPr="00F4321F" w:rsidRDefault="00014652" w:rsidP="00BE003D">
      <w:pPr>
        <w:pStyle w:val="BodyText"/>
        <w:widowControl w:val="0"/>
        <w:numPr>
          <w:ilvl w:val="0"/>
          <w:numId w:val="1"/>
        </w:numPr>
        <w:tabs>
          <w:tab w:val="left" w:pos="901"/>
        </w:tabs>
        <w:jc w:val="both"/>
        <w:rPr>
          <w:color w:val="000000"/>
          <w:szCs w:val="28"/>
          <w:lang w:eastAsia="uk-UA"/>
        </w:rPr>
      </w:pPr>
      <w:r>
        <w:rPr>
          <w:color w:val="000000"/>
          <w:sz w:val="24"/>
          <w:lang w:eastAsia="uk-UA"/>
        </w:rPr>
        <w:t>Місцерозташува</w:t>
      </w:r>
      <w:r>
        <w:rPr>
          <w:color w:val="000000"/>
          <w:sz w:val="24"/>
          <w:lang w:val="ru-RU" w:eastAsia="uk-UA"/>
        </w:rPr>
        <w:t>н</w:t>
      </w:r>
      <w:r w:rsidRPr="00BE003D">
        <w:rPr>
          <w:color w:val="000000"/>
          <w:sz w:val="24"/>
          <w:lang w:eastAsia="uk-UA"/>
        </w:rPr>
        <w:t>ня:</w:t>
      </w:r>
    </w:p>
    <w:p w:rsidR="00014652" w:rsidRDefault="00014652" w:rsidP="00F4321F">
      <w:pPr>
        <w:pStyle w:val="BodyText"/>
        <w:widowControl w:val="0"/>
        <w:tabs>
          <w:tab w:val="left" w:pos="901"/>
        </w:tabs>
        <w:ind w:left="523"/>
        <w:jc w:val="both"/>
        <w:rPr>
          <w:color w:val="000000"/>
          <w:szCs w:val="28"/>
          <w:lang w:eastAsia="uk-UA"/>
        </w:rPr>
      </w:pPr>
      <w:r w:rsidRPr="00BE003D">
        <w:rPr>
          <w:color w:val="000000"/>
          <w:sz w:val="24"/>
          <w:lang w:eastAsia="uk-UA"/>
        </w:rPr>
        <w:t xml:space="preserve"> </w:t>
      </w:r>
      <w:r>
        <w:rPr>
          <w:color w:val="000000"/>
          <w:sz w:val="24"/>
          <w:lang w:eastAsia="uk-UA"/>
        </w:rPr>
        <w:t>68001, Одеська область, м. Іллічівськ, вул. 1-го Травня, 3</w:t>
      </w:r>
      <w:r>
        <w:rPr>
          <w:color w:val="000000"/>
          <w:sz w:val="24"/>
          <w:lang w:val="ru-RU" w:eastAsia="uk-UA"/>
        </w:rPr>
        <w:t>, к. 609</w:t>
      </w:r>
    </w:p>
    <w:p w:rsidR="00014652" w:rsidRDefault="00014652" w:rsidP="00E34A9C">
      <w:pPr>
        <w:pStyle w:val="BodyText"/>
        <w:jc w:val="both"/>
        <w:rPr>
          <w:color w:val="000000"/>
          <w:szCs w:val="28"/>
          <w:lang w:eastAsia="uk-UA"/>
        </w:rPr>
      </w:pPr>
    </w:p>
    <w:p w:rsidR="00014652" w:rsidRPr="00BF27A8" w:rsidRDefault="00014652" w:rsidP="00E34A9C">
      <w:pPr>
        <w:pStyle w:val="BodyText"/>
        <w:jc w:val="both"/>
        <w:rPr>
          <w:color w:val="000000"/>
          <w:szCs w:val="28"/>
          <w:lang w:eastAsia="uk-UA"/>
        </w:rPr>
      </w:pPr>
    </w:p>
    <w:p w:rsidR="00014652" w:rsidRPr="00E34A9C" w:rsidRDefault="00014652" w:rsidP="00472F8E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sectPr w:rsidR="00014652" w:rsidRPr="00E34A9C" w:rsidSect="005F0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94235"/>
    <w:multiLevelType w:val="hybridMultilevel"/>
    <w:tmpl w:val="3D8EDBBC"/>
    <w:lvl w:ilvl="0" w:tplc="7AD6E630">
      <w:start w:val="15"/>
      <w:numFmt w:val="decimal"/>
      <w:lvlText w:val="%1."/>
      <w:lvlJc w:val="left"/>
      <w:pPr>
        <w:ind w:left="898" w:hanging="37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3" w:hanging="180"/>
      </w:pPr>
      <w:rPr>
        <w:rFonts w:cs="Times New Roman"/>
      </w:rPr>
    </w:lvl>
  </w:abstractNum>
  <w:abstractNum w:abstractNumId="1">
    <w:nsid w:val="39064C97"/>
    <w:multiLevelType w:val="hybridMultilevel"/>
    <w:tmpl w:val="222A1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14BDA"/>
    <w:multiLevelType w:val="hybridMultilevel"/>
    <w:tmpl w:val="703C0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8B3885"/>
    <w:multiLevelType w:val="hybridMultilevel"/>
    <w:tmpl w:val="94D65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385E5F"/>
    <w:multiLevelType w:val="hybridMultilevel"/>
    <w:tmpl w:val="4FD07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A9C"/>
    <w:rsid w:val="00014652"/>
    <w:rsid w:val="000A5E77"/>
    <w:rsid w:val="0013518D"/>
    <w:rsid w:val="00253C91"/>
    <w:rsid w:val="002F3E0F"/>
    <w:rsid w:val="00422623"/>
    <w:rsid w:val="00425F25"/>
    <w:rsid w:val="00472F8E"/>
    <w:rsid w:val="004928F2"/>
    <w:rsid w:val="004C3604"/>
    <w:rsid w:val="004C3C22"/>
    <w:rsid w:val="004D1834"/>
    <w:rsid w:val="005F0101"/>
    <w:rsid w:val="00627EA8"/>
    <w:rsid w:val="006C68A5"/>
    <w:rsid w:val="006E09D8"/>
    <w:rsid w:val="006F5ED3"/>
    <w:rsid w:val="00706EE1"/>
    <w:rsid w:val="00752556"/>
    <w:rsid w:val="008410DB"/>
    <w:rsid w:val="00860A53"/>
    <w:rsid w:val="0099174D"/>
    <w:rsid w:val="00AC191D"/>
    <w:rsid w:val="00B05ED5"/>
    <w:rsid w:val="00B2680D"/>
    <w:rsid w:val="00B42E34"/>
    <w:rsid w:val="00B76153"/>
    <w:rsid w:val="00BB7056"/>
    <w:rsid w:val="00BE003D"/>
    <w:rsid w:val="00BF27A8"/>
    <w:rsid w:val="00CC6719"/>
    <w:rsid w:val="00D34023"/>
    <w:rsid w:val="00D34B30"/>
    <w:rsid w:val="00E0146D"/>
    <w:rsid w:val="00E167CA"/>
    <w:rsid w:val="00E34A9C"/>
    <w:rsid w:val="00F4321F"/>
    <w:rsid w:val="00F82173"/>
    <w:rsid w:val="00FF6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9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E34A9C"/>
    <w:pPr>
      <w:jc w:val="right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34A9C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3">
    <w:name w:val="Основной текст (3)_"/>
    <w:link w:val="31"/>
    <w:uiPriority w:val="99"/>
    <w:locked/>
    <w:rsid w:val="00E34A9C"/>
    <w:rPr>
      <w:rFonts w:ascii="Sylfaen" w:hAnsi="Sylfaen"/>
      <w:b/>
      <w:sz w:val="17"/>
      <w:shd w:val="clear" w:color="auto" w:fill="FFFFFF"/>
    </w:rPr>
  </w:style>
  <w:style w:type="paragraph" w:customStyle="1" w:styleId="31">
    <w:name w:val="Основной текст (3)1"/>
    <w:basedOn w:val="Normal"/>
    <w:link w:val="3"/>
    <w:uiPriority w:val="99"/>
    <w:rsid w:val="00E34A9C"/>
    <w:pPr>
      <w:widowControl w:val="0"/>
      <w:shd w:val="clear" w:color="auto" w:fill="FFFFFF"/>
      <w:spacing w:after="300" w:line="240" w:lineRule="atLeast"/>
      <w:jc w:val="right"/>
    </w:pPr>
    <w:rPr>
      <w:rFonts w:ascii="Sylfaen" w:eastAsia="Calibri" w:hAnsi="Sylfaen"/>
      <w:b/>
      <w:bCs/>
      <w:sz w:val="17"/>
      <w:szCs w:val="17"/>
    </w:rPr>
  </w:style>
  <w:style w:type="paragraph" w:styleId="ListParagraph">
    <w:name w:val="List Paragraph"/>
    <w:basedOn w:val="Normal"/>
    <w:uiPriority w:val="99"/>
    <w:qFormat/>
    <w:rsid w:val="00E167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254%D0%BA/96-%D0%B2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1784</TotalTime>
  <Pages>4</Pages>
  <Words>1478</Words>
  <Characters>8428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2013-10-17T14:11:00Z</cp:lastPrinted>
  <dcterms:created xsi:type="dcterms:W3CDTF">2013-10-10T17:32:00Z</dcterms:created>
  <dcterms:modified xsi:type="dcterms:W3CDTF">2013-10-24T08:04:00Z</dcterms:modified>
</cp:coreProperties>
</file>