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44" w:rsidRDefault="00115644" w:rsidP="00D8742C">
      <w:pPr>
        <w:rPr>
          <w:lang w:val="uk-UA"/>
        </w:rPr>
      </w:pPr>
    </w:p>
    <w:p w:rsidR="00115644" w:rsidRDefault="00115644" w:rsidP="00D8742C">
      <w:pPr>
        <w:rPr>
          <w:lang w:val="uk-UA"/>
        </w:rPr>
      </w:pPr>
    </w:p>
    <w:p w:rsidR="00115644" w:rsidRDefault="00115644" w:rsidP="00D8742C">
      <w:pPr>
        <w:rPr>
          <w:lang w:val="uk-UA"/>
        </w:rPr>
      </w:pPr>
    </w:p>
    <w:p w:rsidR="00115644" w:rsidRDefault="00115644" w:rsidP="00D8742C">
      <w:pPr>
        <w:rPr>
          <w:lang w:val="uk-UA"/>
        </w:rPr>
      </w:pPr>
    </w:p>
    <w:p w:rsidR="00115644" w:rsidRPr="00282AC1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en-US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Default="00115644" w:rsidP="00034F87">
      <w:pPr>
        <w:rPr>
          <w:color w:val="FF0000"/>
          <w:lang w:val="uk-UA"/>
        </w:rPr>
      </w:pPr>
    </w:p>
    <w:p w:rsidR="00115644" w:rsidRPr="00781222" w:rsidRDefault="00115644" w:rsidP="00034F87">
      <w:pPr>
        <w:rPr>
          <w:color w:val="FF0000"/>
          <w:lang w:val="en-US"/>
        </w:rPr>
      </w:pPr>
    </w:p>
    <w:p w:rsidR="00115644" w:rsidRDefault="00115644" w:rsidP="00E23460">
      <w:pPr>
        <w:ind w:right="4252"/>
        <w:rPr>
          <w:spacing w:val="2"/>
          <w:lang w:val="uk-UA"/>
        </w:rPr>
      </w:pPr>
      <w:bookmarkStart w:id="0" w:name="_GoBack"/>
      <w:r>
        <w:rPr>
          <w:spacing w:val="2"/>
          <w:lang w:val="uk-UA"/>
        </w:rPr>
        <w:t>Про затвердження положення про службу персоналу виконавчого комітету  Чорноморської міської ради Одеської області</w:t>
      </w:r>
      <w:bookmarkEnd w:id="0"/>
    </w:p>
    <w:p w:rsidR="00115644" w:rsidRDefault="00115644" w:rsidP="007D213B">
      <w:pPr>
        <w:jc w:val="both"/>
        <w:rPr>
          <w:lang w:val="uk-UA"/>
        </w:rPr>
      </w:pPr>
    </w:p>
    <w:p w:rsidR="00115644" w:rsidRPr="004A0632" w:rsidRDefault="00115644" w:rsidP="00DB32C5">
      <w:pPr>
        <w:shd w:val="clear" w:color="auto" w:fill="FFFFFF"/>
        <w:spacing w:line="277" w:lineRule="exact"/>
        <w:ind w:right="-5"/>
        <w:jc w:val="both"/>
        <w:rPr>
          <w:color w:val="FF0000"/>
          <w:lang w:val="uk-UA"/>
        </w:rPr>
      </w:pPr>
    </w:p>
    <w:p w:rsidR="00115644" w:rsidRPr="009D2928" w:rsidRDefault="00115644" w:rsidP="00035D02">
      <w:pPr>
        <w:shd w:val="clear" w:color="auto" w:fill="FFFFFF"/>
        <w:tabs>
          <w:tab w:val="left" w:pos="180"/>
          <w:tab w:val="left" w:pos="567"/>
          <w:tab w:val="left" w:pos="709"/>
        </w:tabs>
        <w:spacing w:line="277" w:lineRule="exact"/>
        <w:ind w:firstLine="73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У зв’язку із прийняттям рішення Чорноморської міської ради Одеської області «Про внесення змін та доповнень до рішення Чорноморської міської ради Одеської області від 12.03.2016 року № 67-VII «Про затвердження структури та загальної численності апарату виконавчих органів Чорноморської міської ради Одеської області»</w:t>
      </w:r>
      <w:r w:rsidRPr="003A3129">
        <w:rPr>
          <w:lang w:val="uk-UA"/>
        </w:rPr>
        <w:t>,</w:t>
      </w:r>
      <w:r>
        <w:rPr>
          <w:lang w:val="uk-UA"/>
        </w:rPr>
        <w:t xml:space="preserve"> керуючись ст.ст. 11, 26, 54 </w:t>
      </w:r>
      <w:r w:rsidRPr="003A3129">
        <w:rPr>
          <w:lang w:val="uk-UA"/>
        </w:rPr>
        <w:t xml:space="preserve">України"Про місцеве </w:t>
      </w:r>
      <w:r w:rsidRPr="003A3129">
        <w:rPr>
          <w:spacing w:val="2"/>
          <w:lang w:val="uk-UA"/>
        </w:rPr>
        <w:t>самоврядування в Україні",</w:t>
      </w:r>
    </w:p>
    <w:p w:rsidR="00115644" w:rsidRPr="00B57790" w:rsidRDefault="00115644" w:rsidP="00843F44">
      <w:pPr>
        <w:tabs>
          <w:tab w:val="left" w:pos="540"/>
        </w:tabs>
        <w:spacing w:before="240" w:after="240"/>
        <w:jc w:val="center"/>
        <w:rPr>
          <w:lang w:val="uk-UA"/>
        </w:rPr>
      </w:pPr>
      <w:r w:rsidRPr="00B57790">
        <w:rPr>
          <w:lang w:val="uk-UA"/>
        </w:rPr>
        <w:t>виконавчий комітет Чорноморської міської ради Одеської області вирішив:</w:t>
      </w:r>
    </w:p>
    <w:p w:rsidR="00115644" w:rsidRDefault="00115644" w:rsidP="00843F44">
      <w:pPr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lang w:val="uk-UA"/>
        </w:rPr>
      </w:pPr>
      <w:r>
        <w:rPr>
          <w:lang w:val="uk-UA"/>
        </w:rPr>
        <w:t>Затвердити Положення про службу персоналу виконавчого комітету  Чорноморської міської ради Одеської області (додається).</w:t>
      </w:r>
    </w:p>
    <w:p w:rsidR="00115644" w:rsidRDefault="00115644" w:rsidP="00843F44">
      <w:pPr>
        <w:tabs>
          <w:tab w:val="left" w:pos="993"/>
        </w:tabs>
        <w:ind w:firstLine="540"/>
        <w:jc w:val="both"/>
        <w:rPr>
          <w:lang w:val="uk-UA"/>
        </w:rPr>
      </w:pPr>
    </w:p>
    <w:p w:rsidR="00115644" w:rsidRDefault="00115644" w:rsidP="00843F44">
      <w:pPr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lang w:val="uk-UA"/>
        </w:rPr>
      </w:pPr>
      <w:r>
        <w:rPr>
          <w:lang w:val="uk-UA"/>
        </w:rPr>
        <w:t>Додаток №3 рішення виконавчого комітету Чорноморської міської ради Одеської області від 28.04.2016 року №180 «Про затвердження положень управління економічного розвитку та торгівлі,кадрової служби та відділів виконавчих органів Чорноморської міської ради» вважати таким, що втратило чинність.</w:t>
      </w:r>
    </w:p>
    <w:p w:rsidR="00115644" w:rsidRDefault="00115644" w:rsidP="00985B0F">
      <w:pPr>
        <w:tabs>
          <w:tab w:val="left" w:pos="993"/>
        </w:tabs>
        <w:jc w:val="both"/>
        <w:rPr>
          <w:lang w:val="uk-UA"/>
        </w:rPr>
      </w:pPr>
    </w:p>
    <w:p w:rsidR="00115644" w:rsidRDefault="00115644" w:rsidP="00985B0F">
      <w:p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 xml:space="preserve">         3.Контроль за виконанням даного рішення покласти на керуючого справами          І.А. Лубковського.</w:t>
      </w:r>
    </w:p>
    <w:p w:rsidR="00115644" w:rsidRDefault="00115644" w:rsidP="00035D02">
      <w:pPr>
        <w:tabs>
          <w:tab w:val="left" w:pos="540"/>
        </w:tabs>
        <w:jc w:val="both"/>
        <w:rPr>
          <w:lang w:val="uk-UA"/>
        </w:rPr>
      </w:pPr>
    </w:p>
    <w:p w:rsidR="00115644" w:rsidRDefault="00115644" w:rsidP="003B38FB">
      <w:pPr>
        <w:shd w:val="clear" w:color="auto" w:fill="FFFFFF"/>
        <w:tabs>
          <w:tab w:val="left" w:pos="7852"/>
        </w:tabs>
        <w:spacing w:before="529"/>
        <w:ind w:left="25"/>
        <w:jc w:val="both"/>
        <w:rPr>
          <w:spacing w:val="-3"/>
          <w:lang w:val="uk-UA"/>
        </w:rPr>
      </w:pPr>
      <w:r w:rsidRPr="00E00B95">
        <w:rPr>
          <w:spacing w:val="-2"/>
          <w:lang w:val="uk-UA"/>
        </w:rPr>
        <w:t>Міський   голова</w:t>
      </w:r>
      <w:r>
        <w:rPr>
          <w:spacing w:val="-2"/>
          <w:lang w:val="uk-UA"/>
        </w:rPr>
        <w:t xml:space="preserve">                                                                                               </w:t>
      </w:r>
      <w:r w:rsidRPr="00E00B95">
        <w:rPr>
          <w:spacing w:val="-3"/>
          <w:lang w:val="uk-UA"/>
        </w:rPr>
        <w:t>В.Я.Хмельнюк</w:t>
      </w:r>
    </w:p>
    <w:p w:rsidR="00115644" w:rsidRDefault="00115644">
      <w:pPr>
        <w:rPr>
          <w:spacing w:val="-3"/>
          <w:lang w:val="uk-UA"/>
        </w:rPr>
      </w:pPr>
      <w:r>
        <w:rPr>
          <w:spacing w:val="-3"/>
          <w:lang w:val="uk-UA"/>
        </w:rPr>
        <w:br w:type="page"/>
      </w:r>
    </w:p>
    <w:p w:rsidR="00115644" w:rsidRDefault="00115644" w:rsidP="00850753"/>
    <w:p w:rsidR="00115644" w:rsidRDefault="00115644" w:rsidP="00850753"/>
    <w:p w:rsidR="00115644" w:rsidRDefault="00115644" w:rsidP="00850753">
      <w:pPr>
        <w:rPr>
          <w:lang w:val="uk-UA" w:eastAsia="en-US"/>
        </w:rPr>
      </w:pP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УЗГОДЖЕНО  </w:t>
      </w:r>
    </w:p>
    <w:p w:rsidR="00115644" w:rsidRDefault="00115644" w:rsidP="008C5F06">
      <w:pPr>
        <w:rPr>
          <w:sz w:val="28"/>
          <w:szCs w:val="28"/>
          <w:lang w:val="uk-UA"/>
        </w:rPr>
      </w:pPr>
    </w:p>
    <w:p w:rsidR="00115644" w:rsidRPr="00B34EAA" w:rsidRDefault="00115644" w:rsidP="008C5F06">
      <w:pPr>
        <w:rPr>
          <w:lang w:val="uk-UA"/>
        </w:rPr>
      </w:pPr>
      <w:r w:rsidRPr="00B34EAA">
        <w:rPr>
          <w:lang w:val="uk-UA"/>
        </w:rPr>
        <w:t xml:space="preserve">Керуючий справами                                                       </w:t>
      </w:r>
      <w:r>
        <w:rPr>
          <w:lang w:val="uk-UA"/>
        </w:rPr>
        <w:t xml:space="preserve">                              </w:t>
      </w:r>
      <w:r w:rsidRPr="00B34EAA">
        <w:rPr>
          <w:lang w:val="uk-UA"/>
        </w:rPr>
        <w:t xml:space="preserve">      І.А. Лубковський</w:t>
      </w: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</w:p>
    <w:p w:rsidR="00115644" w:rsidRDefault="00115644" w:rsidP="008C5F06">
      <w:r w:rsidRPr="00E82346">
        <w:t xml:space="preserve">Начальник </w:t>
      </w:r>
      <w:r>
        <w:t>управління держреєстрації прав</w:t>
      </w:r>
    </w:p>
    <w:p w:rsidR="00115644" w:rsidRPr="00E82346" w:rsidRDefault="00115644" w:rsidP="008C5F06">
      <w:r>
        <w:t xml:space="preserve">та правового забезпечення                                              </w:t>
      </w:r>
      <w:r w:rsidRPr="00E82346">
        <w:t xml:space="preserve">                              Д.В. Скрипниченко</w:t>
      </w:r>
    </w:p>
    <w:p w:rsidR="00115644" w:rsidRPr="00A86CBF" w:rsidRDefault="00115644" w:rsidP="008C5F06"/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  <w:r>
        <w:rPr>
          <w:lang w:val="uk-UA"/>
        </w:rPr>
        <w:t>Начальник загального відділу                                                                                      І.В. Темна</w:t>
      </w: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  <w:r>
        <w:rPr>
          <w:lang w:val="uk-UA"/>
        </w:rPr>
        <w:t>Виконавець                                   С.Г. Варабіна</w:t>
      </w: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  <w:r>
        <w:rPr>
          <w:lang w:val="uk-UA"/>
        </w:rPr>
        <w:t>Р/р</w:t>
      </w:r>
    </w:p>
    <w:p w:rsidR="00115644" w:rsidRDefault="00115644" w:rsidP="008C5F06">
      <w:pPr>
        <w:rPr>
          <w:lang w:val="uk-UA"/>
        </w:rPr>
      </w:pPr>
    </w:p>
    <w:p w:rsidR="00115644" w:rsidRDefault="00115644" w:rsidP="008C5F06">
      <w:pPr>
        <w:rPr>
          <w:lang w:val="uk-UA"/>
        </w:rPr>
      </w:pPr>
      <w:r>
        <w:rPr>
          <w:lang w:val="uk-UA"/>
        </w:rPr>
        <w:t>Служба персоналу     - 1</w:t>
      </w:r>
    </w:p>
    <w:p w:rsidR="00115644" w:rsidRPr="00E00B95" w:rsidRDefault="00115644" w:rsidP="003B38FB">
      <w:pPr>
        <w:shd w:val="clear" w:color="auto" w:fill="FFFFFF"/>
        <w:tabs>
          <w:tab w:val="left" w:pos="7852"/>
        </w:tabs>
        <w:spacing w:before="529"/>
        <w:ind w:left="25"/>
        <w:jc w:val="both"/>
      </w:pPr>
    </w:p>
    <w:sectPr w:rsidR="00115644" w:rsidRPr="00E00B95" w:rsidSect="00F93425">
      <w:pgSz w:w="11906" w:h="16838"/>
      <w:pgMar w:top="851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71C0"/>
    <w:multiLevelType w:val="multilevel"/>
    <w:tmpl w:val="455079E6"/>
    <w:lvl w:ilvl="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6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800"/>
      </w:pPr>
      <w:rPr>
        <w:rFonts w:cs="Times New Roman" w:hint="default"/>
      </w:rPr>
    </w:lvl>
  </w:abstractNum>
  <w:abstractNum w:abstractNumId="1">
    <w:nsid w:val="3C6F33F9"/>
    <w:multiLevelType w:val="multilevel"/>
    <w:tmpl w:val="ACEA185E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cs="Times New Roman" w:hint="default"/>
      </w:rPr>
    </w:lvl>
  </w:abstractNum>
  <w:abstractNum w:abstractNumId="2">
    <w:nsid w:val="46AE4D7F"/>
    <w:multiLevelType w:val="hybridMultilevel"/>
    <w:tmpl w:val="7E620B36"/>
    <w:lvl w:ilvl="0" w:tplc="78D270DE">
      <w:start w:val="1"/>
      <w:numFmt w:val="decimal"/>
      <w:lvlText w:val="%1."/>
      <w:lvlJc w:val="left"/>
      <w:pPr>
        <w:ind w:left="97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59F96277"/>
    <w:multiLevelType w:val="multilevel"/>
    <w:tmpl w:val="6172C6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5F7721F5"/>
    <w:multiLevelType w:val="hybridMultilevel"/>
    <w:tmpl w:val="D6C84140"/>
    <w:lvl w:ilvl="0" w:tplc="F2789D1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F6B4A"/>
    <w:multiLevelType w:val="multilevel"/>
    <w:tmpl w:val="354289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F87"/>
    <w:rsid w:val="000023D7"/>
    <w:rsid w:val="00003D84"/>
    <w:rsid w:val="00007538"/>
    <w:rsid w:val="00030CA3"/>
    <w:rsid w:val="00033755"/>
    <w:rsid w:val="00034EF4"/>
    <w:rsid w:val="00034F87"/>
    <w:rsid w:val="00035D02"/>
    <w:rsid w:val="00042EF0"/>
    <w:rsid w:val="00043248"/>
    <w:rsid w:val="000453E4"/>
    <w:rsid w:val="00045654"/>
    <w:rsid w:val="0006044D"/>
    <w:rsid w:val="000739E5"/>
    <w:rsid w:val="00085A1E"/>
    <w:rsid w:val="00092F55"/>
    <w:rsid w:val="00095E02"/>
    <w:rsid w:val="000A04D7"/>
    <w:rsid w:val="000A35F6"/>
    <w:rsid w:val="000B0E10"/>
    <w:rsid w:val="000B61BB"/>
    <w:rsid w:val="000B6AA8"/>
    <w:rsid w:val="000D4C0D"/>
    <w:rsid w:val="000D5835"/>
    <w:rsid w:val="000F02B5"/>
    <w:rsid w:val="000F3CFC"/>
    <w:rsid w:val="000F4387"/>
    <w:rsid w:val="000F45F8"/>
    <w:rsid w:val="000F7B3B"/>
    <w:rsid w:val="00102B50"/>
    <w:rsid w:val="001058C5"/>
    <w:rsid w:val="0010698D"/>
    <w:rsid w:val="001077E4"/>
    <w:rsid w:val="00112781"/>
    <w:rsid w:val="0011524A"/>
    <w:rsid w:val="00115644"/>
    <w:rsid w:val="00124286"/>
    <w:rsid w:val="0014025F"/>
    <w:rsid w:val="00146D4A"/>
    <w:rsid w:val="001501B9"/>
    <w:rsid w:val="00152A12"/>
    <w:rsid w:val="001543F2"/>
    <w:rsid w:val="0017384C"/>
    <w:rsid w:val="00193D7A"/>
    <w:rsid w:val="001A5053"/>
    <w:rsid w:val="001B2DA5"/>
    <w:rsid w:val="001B3F59"/>
    <w:rsid w:val="001B4785"/>
    <w:rsid w:val="001B5407"/>
    <w:rsid w:val="001C046D"/>
    <w:rsid w:val="001C65BC"/>
    <w:rsid w:val="001D0D5B"/>
    <w:rsid w:val="001D42DB"/>
    <w:rsid w:val="001E60E2"/>
    <w:rsid w:val="001F1250"/>
    <w:rsid w:val="001F2F02"/>
    <w:rsid w:val="001F468D"/>
    <w:rsid w:val="00210483"/>
    <w:rsid w:val="00212E81"/>
    <w:rsid w:val="0021544D"/>
    <w:rsid w:val="00217020"/>
    <w:rsid w:val="00232015"/>
    <w:rsid w:val="002376BA"/>
    <w:rsid w:val="00250466"/>
    <w:rsid w:val="00254CAA"/>
    <w:rsid w:val="0025715B"/>
    <w:rsid w:val="002637E4"/>
    <w:rsid w:val="00263FBF"/>
    <w:rsid w:val="00264D8F"/>
    <w:rsid w:val="002734E4"/>
    <w:rsid w:val="0027495A"/>
    <w:rsid w:val="00275408"/>
    <w:rsid w:val="002826BF"/>
    <w:rsid w:val="00282AC1"/>
    <w:rsid w:val="002849C4"/>
    <w:rsid w:val="00287F38"/>
    <w:rsid w:val="002949BD"/>
    <w:rsid w:val="002A3290"/>
    <w:rsid w:val="002A4155"/>
    <w:rsid w:val="002A5FFC"/>
    <w:rsid w:val="002B07A4"/>
    <w:rsid w:val="002B15B6"/>
    <w:rsid w:val="002B3526"/>
    <w:rsid w:val="002C24BC"/>
    <w:rsid w:val="002C29AE"/>
    <w:rsid w:val="002D325E"/>
    <w:rsid w:val="002D3AD1"/>
    <w:rsid w:val="002D70F1"/>
    <w:rsid w:val="002F33B4"/>
    <w:rsid w:val="00301D3C"/>
    <w:rsid w:val="00305F0A"/>
    <w:rsid w:val="0031190A"/>
    <w:rsid w:val="0031345F"/>
    <w:rsid w:val="00322A4C"/>
    <w:rsid w:val="003264B5"/>
    <w:rsid w:val="00334BF4"/>
    <w:rsid w:val="00346938"/>
    <w:rsid w:val="0034790C"/>
    <w:rsid w:val="00353C54"/>
    <w:rsid w:val="00361CF7"/>
    <w:rsid w:val="00362F07"/>
    <w:rsid w:val="00365B1D"/>
    <w:rsid w:val="00380565"/>
    <w:rsid w:val="0038692B"/>
    <w:rsid w:val="00386DBC"/>
    <w:rsid w:val="00390483"/>
    <w:rsid w:val="00391B6C"/>
    <w:rsid w:val="0039575F"/>
    <w:rsid w:val="003A3129"/>
    <w:rsid w:val="003A64A9"/>
    <w:rsid w:val="003B38FB"/>
    <w:rsid w:val="003C0BA3"/>
    <w:rsid w:val="003C7CE8"/>
    <w:rsid w:val="003E1E99"/>
    <w:rsid w:val="003E2BED"/>
    <w:rsid w:val="003E4765"/>
    <w:rsid w:val="003F451C"/>
    <w:rsid w:val="003F5F28"/>
    <w:rsid w:val="00403762"/>
    <w:rsid w:val="004204EB"/>
    <w:rsid w:val="00432777"/>
    <w:rsid w:val="00440EB0"/>
    <w:rsid w:val="004421BC"/>
    <w:rsid w:val="00442D3D"/>
    <w:rsid w:val="00445B5B"/>
    <w:rsid w:val="004576C8"/>
    <w:rsid w:val="004631AE"/>
    <w:rsid w:val="00467770"/>
    <w:rsid w:val="00470A6F"/>
    <w:rsid w:val="00471267"/>
    <w:rsid w:val="00474FCF"/>
    <w:rsid w:val="00477C94"/>
    <w:rsid w:val="0048227A"/>
    <w:rsid w:val="00487E1C"/>
    <w:rsid w:val="004A0632"/>
    <w:rsid w:val="004A1477"/>
    <w:rsid w:val="004B0710"/>
    <w:rsid w:val="004B446B"/>
    <w:rsid w:val="004B479E"/>
    <w:rsid w:val="004B4F46"/>
    <w:rsid w:val="004B71B3"/>
    <w:rsid w:val="004C276E"/>
    <w:rsid w:val="004C43D4"/>
    <w:rsid w:val="004D13C1"/>
    <w:rsid w:val="004D213B"/>
    <w:rsid w:val="004D2D48"/>
    <w:rsid w:val="004D5586"/>
    <w:rsid w:val="004E066F"/>
    <w:rsid w:val="004E674E"/>
    <w:rsid w:val="004F0782"/>
    <w:rsid w:val="00507CB7"/>
    <w:rsid w:val="00511F87"/>
    <w:rsid w:val="00524DC5"/>
    <w:rsid w:val="00527ECC"/>
    <w:rsid w:val="00535E28"/>
    <w:rsid w:val="00537F8A"/>
    <w:rsid w:val="00541D96"/>
    <w:rsid w:val="005578C0"/>
    <w:rsid w:val="00570ED3"/>
    <w:rsid w:val="00577643"/>
    <w:rsid w:val="00581836"/>
    <w:rsid w:val="00586B69"/>
    <w:rsid w:val="005902A6"/>
    <w:rsid w:val="00596EF2"/>
    <w:rsid w:val="00597FEB"/>
    <w:rsid w:val="005B1453"/>
    <w:rsid w:val="005C0FDE"/>
    <w:rsid w:val="005E4B15"/>
    <w:rsid w:val="005E76E6"/>
    <w:rsid w:val="005F28BA"/>
    <w:rsid w:val="005F62DD"/>
    <w:rsid w:val="00604BD4"/>
    <w:rsid w:val="006145B2"/>
    <w:rsid w:val="00615412"/>
    <w:rsid w:val="00622F1C"/>
    <w:rsid w:val="0062334A"/>
    <w:rsid w:val="00623EAD"/>
    <w:rsid w:val="006253A7"/>
    <w:rsid w:val="00633866"/>
    <w:rsid w:val="00634247"/>
    <w:rsid w:val="00641A98"/>
    <w:rsid w:val="00643267"/>
    <w:rsid w:val="00651F97"/>
    <w:rsid w:val="006554F5"/>
    <w:rsid w:val="00662563"/>
    <w:rsid w:val="00671B2B"/>
    <w:rsid w:val="0067723F"/>
    <w:rsid w:val="00686AA6"/>
    <w:rsid w:val="006A23BA"/>
    <w:rsid w:val="006A7450"/>
    <w:rsid w:val="006C10C4"/>
    <w:rsid w:val="006C3B47"/>
    <w:rsid w:val="006C5CC0"/>
    <w:rsid w:val="006D34B1"/>
    <w:rsid w:val="006D43CF"/>
    <w:rsid w:val="006E6A2C"/>
    <w:rsid w:val="006E6F10"/>
    <w:rsid w:val="00700C66"/>
    <w:rsid w:val="00701310"/>
    <w:rsid w:val="00706465"/>
    <w:rsid w:val="00707529"/>
    <w:rsid w:val="00716A06"/>
    <w:rsid w:val="007237BB"/>
    <w:rsid w:val="007277A1"/>
    <w:rsid w:val="00731AC3"/>
    <w:rsid w:val="007322E0"/>
    <w:rsid w:val="007373DD"/>
    <w:rsid w:val="00742181"/>
    <w:rsid w:val="00743A44"/>
    <w:rsid w:val="00745804"/>
    <w:rsid w:val="007458E2"/>
    <w:rsid w:val="00753E72"/>
    <w:rsid w:val="00761936"/>
    <w:rsid w:val="00767DD1"/>
    <w:rsid w:val="00770267"/>
    <w:rsid w:val="007755AC"/>
    <w:rsid w:val="00775F2A"/>
    <w:rsid w:val="00781222"/>
    <w:rsid w:val="00781F42"/>
    <w:rsid w:val="007826EA"/>
    <w:rsid w:val="007A0753"/>
    <w:rsid w:val="007A1308"/>
    <w:rsid w:val="007A55BA"/>
    <w:rsid w:val="007A6992"/>
    <w:rsid w:val="007B23CF"/>
    <w:rsid w:val="007B301F"/>
    <w:rsid w:val="007B5230"/>
    <w:rsid w:val="007C0904"/>
    <w:rsid w:val="007C5988"/>
    <w:rsid w:val="007C69A6"/>
    <w:rsid w:val="007D213B"/>
    <w:rsid w:val="007D37CB"/>
    <w:rsid w:val="007E4942"/>
    <w:rsid w:val="007F1C90"/>
    <w:rsid w:val="007F3412"/>
    <w:rsid w:val="007F7C2E"/>
    <w:rsid w:val="00800B54"/>
    <w:rsid w:val="0080187E"/>
    <w:rsid w:val="0081055A"/>
    <w:rsid w:val="008114CC"/>
    <w:rsid w:val="00814613"/>
    <w:rsid w:val="0081695B"/>
    <w:rsid w:val="00821623"/>
    <w:rsid w:val="0082767A"/>
    <w:rsid w:val="00834B23"/>
    <w:rsid w:val="00834D67"/>
    <w:rsid w:val="00843F44"/>
    <w:rsid w:val="008450A8"/>
    <w:rsid w:val="0084535F"/>
    <w:rsid w:val="00850753"/>
    <w:rsid w:val="008545A8"/>
    <w:rsid w:val="00855CF3"/>
    <w:rsid w:val="00865D73"/>
    <w:rsid w:val="008674A7"/>
    <w:rsid w:val="00876761"/>
    <w:rsid w:val="0088439F"/>
    <w:rsid w:val="00884550"/>
    <w:rsid w:val="008902DF"/>
    <w:rsid w:val="008918B2"/>
    <w:rsid w:val="008C43E9"/>
    <w:rsid w:val="008C5F06"/>
    <w:rsid w:val="008D085D"/>
    <w:rsid w:val="008D1194"/>
    <w:rsid w:val="008D2B79"/>
    <w:rsid w:val="008D6396"/>
    <w:rsid w:val="008D6CFD"/>
    <w:rsid w:val="008E5838"/>
    <w:rsid w:val="008E6CBD"/>
    <w:rsid w:val="008F3A70"/>
    <w:rsid w:val="00900798"/>
    <w:rsid w:val="0090467C"/>
    <w:rsid w:val="00905BF5"/>
    <w:rsid w:val="00914C78"/>
    <w:rsid w:val="009152BE"/>
    <w:rsid w:val="00915CF8"/>
    <w:rsid w:val="00927CF1"/>
    <w:rsid w:val="00932882"/>
    <w:rsid w:val="00934AD7"/>
    <w:rsid w:val="00941907"/>
    <w:rsid w:val="00941E5C"/>
    <w:rsid w:val="009526D7"/>
    <w:rsid w:val="00954C17"/>
    <w:rsid w:val="009666D8"/>
    <w:rsid w:val="009678AF"/>
    <w:rsid w:val="00974D6F"/>
    <w:rsid w:val="00985B0F"/>
    <w:rsid w:val="0099485C"/>
    <w:rsid w:val="00997CEA"/>
    <w:rsid w:val="009A6D9E"/>
    <w:rsid w:val="009A7A93"/>
    <w:rsid w:val="009C0FDB"/>
    <w:rsid w:val="009C25C2"/>
    <w:rsid w:val="009C3010"/>
    <w:rsid w:val="009D240C"/>
    <w:rsid w:val="009D2742"/>
    <w:rsid w:val="009D2928"/>
    <w:rsid w:val="009D4EDA"/>
    <w:rsid w:val="009D5096"/>
    <w:rsid w:val="009E13BF"/>
    <w:rsid w:val="009E37D0"/>
    <w:rsid w:val="009F6EE4"/>
    <w:rsid w:val="00A06C83"/>
    <w:rsid w:val="00A07277"/>
    <w:rsid w:val="00A52220"/>
    <w:rsid w:val="00A61E2F"/>
    <w:rsid w:val="00A6554D"/>
    <w:rsid w:val="00A67406"/>
    <w:rsid w:val="00A86CBF"/>
    <w:rsid w:val="00A91883"/>
    <w:rsid w:val="00A9470C"/>
    <w:rsid w:val="00A963B0"/>
    <w:rsid w:val="00AA3835"/>
    <w:rsid w:val="00AB3EEE"/>
    <w:rsid w:val="00AB574E"/>
    <w:rsid w:val="00AC081D"/>
    <w:rsid w:val="00AC1AAE"/>
    <w:rsid w:val="00AD1DF5"/>
    <w:rsid w:val="00AE1B0F"/>
    <w:rsid w:val="00AE5439"/>
    <w:rsid w:val="00AF026B"/>
    <w:rsid w:val="00AF15D6"/>
    <w:rsid w:val="00AF4EE5"/>
    <w:rsid w:val="00B02A91"/>
    <w:rsid w:val="00B1529C"/>
    <w:rsid w:val="00B16D6D"/>
    <w:rsid w:val="00B2343F"/>
    <w:rsid w:val="00B23E45"/>
    <w:rsid w:val="00B2555F"/>
    <w:rsid w:val="00B31B4F"/>
    <w:rsid w:val="00B34EAA"/>
    <w:rsid w:val="00B3511D"/>
    <w:rsid w:val="00B36D54"/>
    <w:rsid w:val="00B4103B"/>
    <w:rsid w:val="00B41DAA"/>
    <w:rsid w:val="00B447DF"/>
    <w:rsid w:val="00B53CA6"/>
    <w:rsid w:val="00B5557E"/>
    <w:rsid w:val="00B57790"/>
    <w:rsid w:val="00B5791B"/>
    <w:rsid w:val="00B60D2F"/>
    <w:rsid w:val="00B679F5"/>
    <w:rsid w:val="00B74D44"/>
    <w:rsid w:val="00B75010"/>
    <w:rsid w:val="00B77FBC"/>
    <w:rsid w:val="00B8137F"/>
    <w:rsid w:val="00B82EBC"/>
    <w:rsid w:val="00B912D6"/>
    <w:rsid w:val="00BA0D6F"/>
    <w:rsid w:val="00BA181D"/>
    <w:rsid w:val="00BA4D09"/>
    <w:rsid w:val="00BB1B25"/>
    <w:rsid w:val="00BB3CDE"/>
    <w:rsid w:val="00BB4F05"/>
    <w:rsid w:val="00BC7817"/>
    <w:rsid w:val="00BD0980"/>
    <w:rsid w:val="00BD1D42"/>
    <w:rsid w:val="00BE06D5"/>
    <w:rsid w:val="00C0640A"/>
    <w:rsid w:val="00C06B2C"/>
    <w:rsid w:val="00C155E2"/>
    <w:rsid w:val="00C202E7"/>
    <w:rsid w:val="00C21B1A"/>
    <w:rsid w:val="00C22E86"/>
    <w:rsid w:val="00C239C6"/>
    <w:rsid w:val="00C24728"/>
    <w:rsid w:val="00C25DD1"/>
    <w:rsid w:val="00C3042C"/>
    <w:rsid w:val="00C31210"/>
    <w:rsid w:val="00C35DC9"/>
    <w:rsid w:val="00C35DFE"/>
    <w:rsid w:val="00C44D98"/>
    <w:rsid w:val="00C547C1"/>
    <w:rsid w:val="00C55601"/>
    <w:rsid w:val="00C6065A"/>
    <w:rsid w:val="00C66F67"/>
    <w:rsid w:val="00C67311"/>
    <w:rsid w:val="00C708AE"/>
    <w:rsid w:val="00C7092E"/>
    <w:rsid w:val="00C81B70"/>
    <w:rsid w:val="00C871E0"/>
    <w:rsid w:val="00C92391"/>
    <w:rsid w:val="00C937EE"/>
    <w:rsid w:val="00CA0ABA"/>
    <w:rsid w:val="00CA3B5E"/>
    <w:rsid w:val="00CA73F6"/>
    <w:rsid w:val="00CB4730"/>
    <w:rsid w:val="00CC31B3"/>
    <w:rsid w:val="00CC4865"/>
    <w:rsid w:val="00CC7343"/>
    <w:rsid w:val="00CD0A35"/>
    <w:rsid w:val="00CD136B"/>
    <w:rsid w:val="00CD147E"/>
    <w:rsid w:val="00CD3D44"/>
    <w:rsid w:val="00CD5052"/>
    <w:rsid w:val="00CE598E"/>
    <w:rsid w:val="00CF1172"/>
    <w:rsid w:val="00D037C3"/>
    <w:rsid w:val="00D107AD"/>
    <w:rsid w:val="00D1464A"/>
    <w:rsid w:val="00D20BEC"/>
    <w:rsid w:val="00D23318"/>
    <w:rsid w:val="00D3048B"/>
    <w:rsid w:val="00D31AE1"/>
    <w:rsid w:val="00D365A5"/>
    <w:rsid w:val="00D40073"/>
    <w:rsid w:val="00D413AD"/>
    <w:rsid w:val="00D41FA0"/>
    <w:rsid w:val="00D44A4B"/>
    <w:rsid w:val="00D458F9"/>
    <w:rsid w:val="00D5043B"/>
    <w:rsid w:val="00D52040"/>
    <w:rsid w:val="00D5332F"/>
    <w:rsid w:val="00D66B24"/>
    <w:rsid w:val="00D6778F"/>
    <w:rsid w:val="00D753A4"/>
    <w:rsid w:val="00D762D4"/>
    <w:rsid w:val="00D76C88"/>
    <w:rsid w:val="00D837BE"/>
    <w:rsid w:val="00D8482B"/>
    <w:rsid w:val="00D8742C"/>
    <w:rsid w:val="00D96871"/>
    <w:rsid w:val="00DA73C1"/>
    <w:rsid w:val="00DB32C5"/>
    <w:rsid w:val="00DB65A2"/>
    <w:rsid w:val="00DB6E88"/>
    <w:rsid w:val="00DC0D79"/>
    <w:rsid w:val="00DC10DB"/>
    <w:rsid w:val="00DD4255"/>
    <w:rsid w:val="00DF1D7B"/>
    <w:rsid w:val="00DF3AEF"/>
    <w:rsid w:val="00DF798C"/>
    <w:rsid w:val="00E00B95"/>
    <w:rsid w:val="00E20D30"/>
    <w:rsid w:val="00E23460"/>
    <w:rsid w:val="00E23B75"/>
    <w:rsid w:val="00E265EB"/>
    <w:rsid w:val="00E26BD0"/>
    <w:rsid w:val="00E27C6E"/>
    <w:rsid w:val="00E311DA"/>
    <w:rsid w:val="00E33686"/>
    <w:rsid w:val="00E43479"/>
    <w:rsid w:val="00E45D91"/>
    <w:rsid w:val="00E46C85"/>
    <w:rsid w:val="00E63428"/>
    <w:rsid w:val="00E63BA7"/>
    <w:rsid w:val="00E63CAC"/>
    <w:rsid w:val="00E70574"/>
    <w:rsid w:val="00E71682"/>
    <w:rsid w:val="00E73006"/>
    <w:rsid w:val="00E74754"/>
    <w:rsid w:val="00E74C52"/>
    <w:rsid w:val="00E82346"/>
    <w:rsid w:val="00E843ED"/>
    <w:rsid w:val="00E84CD5"/>
    <w:rsid w:val="00E90239"/>
    <w:rsid w:val="00E90C63"/>
    <w:rsid w:val="00E93242"/>
    <w:rsid w:val="00E94694"/>
    <w:rsid w:val="00E9567A"/>
    <w:rsid w:val="00EB31D0"/>
    <w:rsid w:val="00EB57FC"/>
    <w:rsid w:val="00EC07C8"/>
    <w:rsid w:val="00EC6E88"/>
    <w:rsid w:val="00ED414D"/>
    <w:rsid w:val="00ED4548"/>
    <w:rsid w:val="00EE29EE"/>
    <w:rsid w:val="00EE3FE1"/>
    <w:rsid w:val="00EF3AA7"/>
    <w:rsid w:val="00EF4E8F"/>
    <w:rsid w:val="00EF5803"/>
    <w:rsid w:val="00F02440"/>
    <w:rsid w:val="00F126A1"/>
    <w:rsid w:val="00F14946"/>
    <w:rsid w:val="00F17BAD"/>
    <w:rsid w:val="00F208BC"/>
    <w:rsid w:val="00F569D2"/>
    <w:rsid w:val="00F75DFC"/>
    <w:rsid w:val="00F80662"/>
    <w:rsid w:val="00F8299A"/>
    <w:rsid w:val="00F83008"/>
    <w:rsid w:val="00F85F57"/>
    <w:rsid w:val="00F93425"/>
    <w:rsid w:val="00F93B36"/>
    <w:rsid w:val="00F9459E"/>
    <w:rsid w:val="00FA3AA3"/>
    <w:rsid w:val="00FB09BA"/>
    <w:rsid w:val="00FB5BDC"/>
    <w:rsid w:val="00FC04D7"/>
    <w:rsid w:val="00FC3A45"/>
    <w:rsid w:val="00FD6E19"/>
    <w:rsid w:val="00FF0153"/>
    <w:rsid w:val="00FF273E"/>
    <w:rsid w:val="00FF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F8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4F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813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025F"/>
    <w:rPr>
      <w:rFonts w:cs="Times New Roman"/>
      <w:sz w:val="2"/>
    </w:rPr>
  </w:style>
  <w:style w:type="character" w:customStyle="1" w:styleId="apple-converted-space">
    <w:name w:val="apple-converted-space"/>
    <w:basedOn w:val="DefaultParagraphFont"/>
    <w:uiPriority w:val="99"/>
    <w:rsid w:val="00FF27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265</Words>
  <Characters>1511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внесення  доповнень до рішення виконавчого</dc:title>
  <dc:subject/>
  <dc:creator>POSTOENKO</dc:creator>
  <cp:keywords/>
  <dc:description/>
  <cp:lastModifiedBy>Oksana</cp:lastModifiedBy>
  <cp:revision>5</cp:revision>
  <cp:lastPrinted>2018-02-19T08:57:00Z</cp:lastPrinted>
  <dcterms:created xsi:type="dcterms:W3CDTF">2018-01-31T14:52:00Z</dcterms:created>
  <dcterms:modified xsi:type="dcterms:W3CDTF">2018-02-19T08:59:00Z</dcterms:modified>
</cp:coreProperties>
</file>